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C468DA8" w:rsidR="003254A3" w:rsidRPr="000719BB" w:rsidRDefault="00BD76C3" w:rsidP="006C2343">
      <w:pPr>
        <w:pStyle w:val="Titul2"/>
      </w:pPr>
      <w:r w:rsidRPr="00BC6CFB">
        <w:t xml:space="preserve">Příloha č. 2 </w:t>
      </w:r>
      <w:r w:rsidR="00BC6CFB" w:rsidRPr="00BC6CFB">
        <w:t>b</w:t>
      </w:r>
      <w:r w:rsidRPr="00BC6CF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p w14:paraId="6D99332D" w14:textId="0303CF7F" w:rsidR="00BF54FE" w:rsidRPr="005F427D" w:rsidRDefault="001E0774" w:rsidP="006C2343">
      <w:pPr>
        <w:pStyle w:val="Tituldatum"/>
        <w:rPr>
          <w:b/>
          <w:bCs/>
          <w:sz w:val="28"/>
          <w:szCs w:val="28"/>
        </w:rPr>
      </w:pPr>
      <w:sdt>
        <w:sdtPr>
          <w:rPr>
            <w:b/>
            <w:bCs/>
            <w:sz w:val="28"/>
            <w:szCs w:val="28"/>
          </w:rPr>
          <w:alias w:val="Název akce - Vypsat pole, přenese se do zápatí"/>
          <w:tag w:val="Název akce"/>
          <w:id w:val="1889687308"/>
          <w:placeholder>
            <w:docPart w:val="AEEF0E51FF3443268007CA0255E7F1BD"/>
          </w:placeholder>
          <w:text w:multiLine="1"/>
        </w:sdtPr>
        <w:sdtEndPr/>
        <w:sdtContent>
          <w:r w:rsidR="007D27F2" w:rsidRPr="005F427D">
            <w:rPr>
              <w:b/>
              <w:bCs/>
              <w:sz w:val="28"/>
              <w:szCs w:val="28"/>
            </w:rPr>
            <w:t xml:space="preserve">Oprava EOV v </w:t>
          </w:r>
          <w:proofErr w:type="spellStart"/>
          <w:r w:rsidR="007D27F2" w:rsidRPr="005F427D">
            <w:rPr>
              <w:b/>
              <w:bCs/>
              <w:sz w:val="28"/>
              <w:szCs w:val="28"/>
            </w:rPr>
            <w:t>žst</w:t>
          </w:r>
          <w:proofErr w:type="spellEnd"/>
          <w:r w:rsidR="007D27F2" w:rsidRPr="005F427D">
            <w:rPr>
              <w:b/>
              <w:bCs/>
              <w:sz w:val="28"/>
              <w:szCs w:val="28"/>
            </w:rPr>
            <w:t>. Dětřichov nad Bystřicí</w:t>
          </w:r>
        </w:sdtContent>
      </w:sdt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549B56F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7D27F2">
        <w:t>5</w:t>
      </w:r>
      <w:r w:rsidR="00C56FB9" w:rsidRPr="005A0FEE">
        <w:t>.</w:t>
      </w:r>
      <w:r w:rsidR="00BC6CFB" w:rsidRPr="005A0FEE">
        <w:t xml:space="preserve"> </w:t>
      </w:r>
      <w:r w:rsidR="007D27F2">
        <w:t>6</w:t>
      </w:r>
      <w:r w:rsidR="00C56FB9" w:rsidRPr="005A0FEE">
        <w:t>.</w:t>
      </w:r>
      <w:r w:rsidR="00BC6CFB" w:rsidRPr="005A0FEE">
        <w:t xml:space="preserve"> </w:t>
      </w:r>
      <w:r w:rsidR="00C56FB9" w:rsidRPr="005A0FEE">
        <w:t>202</w:t>
      </w:r>
      <w:r w:rsidR="00230118" w:rsidRPr="005A0FEE">
        <w:t>3</w:t>
      </w:r>
      <w:r w:rsidR="0076790E">
        <w:t xml:space="preserve"> </w:t>
      </w:r>
    </w:p>
    <w:p w14:paraId="377EE8BF" w14:textId="77777777" w:rsidR="0002642A" w:rsidRDefault="0002642A" w:rsidP="0002642A">
      <w:pPr>
        <w:pStyle w:val="ZTPinfo-text"/>
        <w:rPr>
          <w:b/>
        </w:rPr>
      </w:pPr>
    </w:p>
    <w:p w14:paraId="3DC992D0" w14:textId="77777777" w:rsidR="0002642A" w:rsidRDefault="0002642A" w:rsidP="0002642A">
      <w:pPr>
        <w:pStyle w:val="ZTPinfo-text"/>
        <w:rPr>
          <w:b/>
        </w:rPr>
      </w:pPr>
    </w:p>
    <w:p w14:paraId="12EDD888" w14:textId="77777777" w:rsidR="0002642A" w:rsidRDefault="0002642A" w:rsidP="0002642A">
      <w:pPr>
        <w:pStyle w:val="ZTPinfo-text"/>
        <w:rPr>
          <w:b/>
        </w:rPr>
      </w:pPr>
    </w:p>
    <w:p w14:paraId="383AD8B3" w14:textId="77777777" w:rsidR="0002642A" w:rsidRDefault="0002642A" w:rsidP="0002642A">
      <w:pPr>
        <w:pStyle w:val="ZTPinfo-text"/>
        <w:rPr>
          <w:b/>
        </w:rPr>
      </w:pPr>
    </w:p>
    <w:p w14:paraId="5E5F5741" w14:textId="77777777" w:rsidR="0002642A" w:rsidRDefault="0002642A" w:rsidP="0002642A">
      <w:pPr>
        <w:pStyle w:val="ZTPinfo-text"/>
        <w:rPr>
          <w:b/>
        </w:rPr>
      </w:pPr>
    </w:p>
    <w:p w14:paraId="00F27DB9" w14:textId="77777777" w:rsidR="0002642A" w:rsidRDefault="0002642A" w:rsidP="0002642A">
      <w:pPr>
        <w:pStyle w:val="ZTPinfo-text"/>
        <w:rPr>
          <w:b/>
        </w:rPr>
      </w:pP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3DA1C699" w14:textId="1EC914EF" w:rsidR="00D047C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7D27F2">
        <w:rPr>
          <w:highlight w:val="yellow"/>
        </w:rPr>
        <w:fldChar w:fldCharType="begin"/>
      </w:r>
      <w:r w:rsidRPr="007D27F2">
        <w:rPr>
          <w:highlight w:val="yellow"/>
        </w:rPr>
        <w:instrText xml:space="preserve"> TOC \o "1-2" \h \z \u </w:instrText>
      </w:r>
      <w:r w:rsidRPr="007D27F2">
        <w:rPr>
          <w:highlight w:val="yellow"/>
        </w:rPr>
        <w:fldChar w:fldCharType="separate"/>
      </w:r>
      <w:hyperlink w:anchor="_Toc136588724" w:history="1">
        <w:r w:rsidR="00D047C2" w:rsidRPr="00A97309">
          <w:rPr>
            <w:rStyle w:val="Hypertextovodkaz"/>
          </w:rPr>
          <w:t>SEZNAM ZKRATEK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_Toc136588724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 w:rsidR="001E0774">
          <w:rPr>
            <w:noProof/>
            <w:webHidden/>
          </w:rPr>
          <w:t>2</w:t>
        </w:r>
        <w:r w:rsidR="00D047C2">
          <w:rPr>
            <w:noProof/>
            <w:webHidden/>
          </w:rPr>
          <w:fldChar w:fldCharType="end"/>
        </w:r>
      </w:hyperlink>
    </w:p>
    <w:p w14:paraId="024CA47E" w14:textId="3B6AE15D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25" w:history="1">
        <w:r w:rsidR="00D047C2" w:rsidRPr="00A97309">
          <w:rPr>
            <w:rStyle w:val="Hypertextovodkaz"/>
          </w:rPr>
          <w:t>Pojmy a definice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_Toc136588725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 w:rsidR="00D047C2">
          <w:rPr>
            <w:noProof/>
            <w:webHidden/>
          </w:rPr>
          <w:fldChar w:fldCharType="end"/>
        </w:r>
      </w:hyperlink>
    </w:p>
    <w:p w14:paraId="514F1F22" w14:textId="2E29DE50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26" w:history="1">
        <w:r w:rsidR="00D047C2" w:rsidRPr="00A97309">
          <w:rPr>
            <w:rStyle w:val="Hypertextovodkaz"/>
          </w:rPr>
          <w:t>1.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SPECIFIKACE PŘEDMĚTU DÍLA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_Toc136588726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636A3F62" w14:textId="17D3E679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27" w:history="1">
        <w:r w:rsidR="00D047C2" w:rsidRPr="00A97309">
          <w:rPr>
            <w:rStyle w:val="Hypertextovodkaz"/>
            <w:rFonts w:asciiTheme="majorHAnsi" w:hAnsiTheme="majorHAnsi"/>
          </w:rPr>
          <w:t>1.1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Účel a rozsah předmětu Díla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_Toc136588727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7E0E6FE2" w14:textId="16D25CBC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28" w:history="1">
        <w:r w:rsidR="00D047C2" w:rsidRPr="00A97309">
          <w:rPr>
            <w:rStyle w:val="Hypertextovodkaz"/>
            <w:rFonts w:asciiTheme="majorHAnsi" w:hAnsiTheme="majorHAnsi"/>
          </w:rPr>
          <w:t>1.2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Umístění stavby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_Toc136588728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0AE736C7" w14:textId="3F0F054A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29" w:history="1">
        <w:r w:rsidR="00D047C2" w:rsidRPr="00A97309">
          <w:rPr>
            <w:rStyle w:val="Hypertextovodkaz"/>
          </w:rPr>
          <w:t>2.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PŘEHLED VÝCHOZÍCH PODKLADŮ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_Toc136588729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632D2591" w14:textId="2F932AF6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0" w:history="1">
        <w:r w:rsidR="00D047C2" w:rsidRPr="00A97309">
          <w:rPr>
            <w:rStyle w:val="Hypertextovodkaz"/>
            <w:rFonts w:asciiTheme="majorHAnsi" w:hAnsiTheme="majorHAnsi"/>
          </w:rPr>
          <w:t>2.1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Projektová dokumentace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_Toc136588730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56070B22" w14:textId="6F4F6131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1" w:history="1">
        <w:r w:rsidR="00D047C2" w:rsidRPr="00A97309">
          <w:rPr>
            <w:rStyle w:val="Hypertextovodkaz"/>
            <w:rFonts w:asciiTheme="majorHAnsi" w:hAnsiTheme="majorHAnsi"/>
          </w:rPr>
          <w:t>2.2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Související dokumentace;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_Toc136588731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674300EC" w14:textId="39854FF3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32" w:history="1">
        <w:r w:rsidR="00D047C2" w:rsidRPr="00A97309">
          <w:rPr>
            <w:rStyle w:val="Hypertextovodkaz"/>
          </w:rPr>
          <w:t>3.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KOORDINACE S JINÝMI STAVBAMI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_Toc136588732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 w:rsidR="00D047C2">
          <w:rPr>
            <w:noProof/>
            <w:webHidden/>
          </w:rPr>
          <w:fldChar w:fldCharType="end"/>
        </w:r>
      </w:hyperlink>
    </w:p>
    <w:p w14:paraId="10875B51" w14:textId="28CD6467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33" w:history="1">
        <w:r w:rsidR="00D047C2" w:rsidRPr="00A97309">
          <w:rPr>
            <w:rStyle w:val="Hypertextovodkaz"/>
          </w:rPr>
          <w:t>4.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Zvláštní TECHNICKÉ podmímky a požadavky na PROVEDENÍ DÍLA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_Toc136588733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047C2">
          <w:rPr>
            <w:noProof/>
            <w:webHidden/>
          </w:rPr>
          <w:fldChar w:fldCharType="end"/>
        </w:r>
      </w:hyperlink>
    </w:p>
    <w:p w14:paraId="33C6F663" w14:textId="69DF7E5E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4" w:history="1">
        <w:r w:rsidR="00D047C2" w:rsidRPr="00A97309">
          <w:rPr>
            <w:rStyle w:val="Hypertextovodkaz"/>
            <w:rFonts w:asciiTheme="majorHAnsi" w:hAnsiTheme="majorHAnsi"/>
          </w:rPr>
          <w:t>4.1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Všeobecně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_Toc136588734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 w:rsidR="00D047C2">
          <w:rPr>
            <w:noProof/>
            <w:webHidden/>
          </w:rPr>
          <w:fldChar w:fldCharType="end"/>
        </w:r>
      </w:hyperlink>
    </w:p>
    <w:p w14:paraId="72E70423" w14:textId="5A75F33D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5" w:history="1">
        <w:r w:rsidR="00D047C2" w:rsidRPr="00A97309">
          <w:rPr>
            <w:rStyle w:val="Hypertextovodkaz"/>
            <w:rFonts w:asciiTheme="majorHAnsi" w:hAnsiTheme="majorHAnsi"/>
          </w:rPr>
          <w:t>4.2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Zeměměřická činnost zhotovitele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_Toc136588735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 w:rsidR="00D047C2">
          <w:rPr>
            <w:noProof/>
            <w:webHidden/>
          </w:rPr>
          <w:fldChar w:fldCharType="end"/>
        </w:r>
      </w:hyperlink>
    </w:p>
    <w:p w14:paraId="23969A31" w14:textId="5C6FC8FC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6" w:history="1">
        <w:r w:rsidR="00D047C2" w:rsidRPr="00A97309">
          <w:rPr>
            <w:rStyle w:val="Hypertextovodkaz"/>
            <w:rFonts w:asciiTheme="majorHAnsi" w:hAnsiTheme="majorHAnsi"/>
          </w:rPr>
          <w:t>4.3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Doklady předkládané zhotovitelem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_Toc136588736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 w:rsidR="00D047C2">
          <w:rPr>
            <w:noProof/>
            <w:webHidden/>
          </w:rPr>
          <w:fldChar w:fldCharType="end"/>
        </w:r>
      </w:hyperlink>
    </w:p>
    <w:p w14:paraId="63A61DCB" w14:textId="6C4D28EE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7" w:history="1">
        <w:r w:rsidR="00D047C2" w:rsidRPr="00A97309">
          <w:rPr>
            <w:rStyle w:val="Hypertextovodkaz"/>
            <w:rFonts w:asciiTheme="majorHAnsi" w:hAnsiTheme="majorHAnsi"/>
          </w:rPr>
          <w:t>4.4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Dokumentace zhotovitele pro stavbu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_Toc136588737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47C2">
          <w:rPr>
            <w:noProof/>
            <w:webHidden/>
          </w:rPr>
          <w:fldChar w:fldCharType="end"/>
        </w:r>
      </w:hyperlink>
    </w:p>
    <w:p w14:paraId="76D1E656" w14:textId="1B1E5F46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8" w:history="1">
        <w:r w:rsidR="00D047C2" w:rsidRPr="00A97309">
          <w:rPr>
            <w:rStyle w:val="Hypertextovodkaz"/>
            <w:rFonts w:asciiTheme="majorHAnsi" w:hAnsiTheme="majorHAnsi"/>
          </w:rPr>
          <w:t>4.5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Dokumentace skutečného provedení stavby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_Toc136588738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47C2">
          <w:rPr>
            <w:noProof/>
            <w:webHidden/>
          </w:rPr>
          <w:fldChar w:fldCharType="end"/>
        </w:r>
      </w:hyperlink>
    </w:p>
    <w:p w14:paraId="6D7E592A" w14:textId="74BC1F21" w:rsidR="00D047C2" w:rsidRDefault="001E0774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36588739" w:history="1">
        <w:r w:rsidR="00D047C2" w:rsidRPr="00A97309">
          <w:rPr>
            <w:rStyle w:val="Hypertextovodkaz"/>
            <w:rFonts w:asciiTheme="majorHAnsi" w:hAnsiTheme="majorHAnsi"/>
          </w:rPr>
          <w:t>4.6</w:t>
        </w:r>
        <w:r w:rsidR="00D047C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Životní prostředí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_Toc136588739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47C2">
          <w:rPr>
            <w:noProof/>
            <w:webHidden/>
          </w:rPr>
          <w:fldChar w:fldCharType="end"/>
        </w:r>
      </w:hyperlink>
    </w:p>
    <w:p w14:paraId="232F9E11" w14:textId="354A6C24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40" w:history="1">
        <w:r w:rsidR="00D047C2" w:rsidRPr="00A97309">
          <w:rPr>
            <w:rStyle w:val="Hypertextovodkaz"/>
          </w:rPr>
          <w:t>5.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ORGANIZACE VÝSTAVBY, VÝLUKY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_Toc136588740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 w:rsidR="00D047C2">
          <w:rPr>
            <w:noProof/>
            <w:webHidden/>
          </w:rPr>
          <w:fldChar w:fldCharType="end"/>
        </w:r>
      </w:hyperlink>
    </w:p>
    <w:p w14:paraId="74CFA4C0" w14:textId="6325A08F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41" w:history="1">
        <w:r w:rsidR="00D047C2" w:rsidRPr="00A97309">
          <w:rPr>
            <w:rStyle w:val="Hypertextovodkaz"/>
          </w:rPr>
          <w:t>6.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SOUVISEJÍCÍ DOKUMENTY A PŘEDPISY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_Toc136588741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047C2">
          <w:rPr>
            <w:noProof/>
            <w:webHidden/>
          </w:rPr>
          <w:fldChar w:fldCharType="end"/>
        </w:r>
      </w:hyperlink>
    </w:p>
    <w:p w14:paraId="5CF04AE4" w14:textId="29689DFA" w:rsidR="00D047C2" w:rsidRDefault="001E0774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36588742" w:history="1">
        <w:r w:rsidR="00D047C2" w:rsidRPr="00A97309">
          <w:rPr>
            <w:rStyle w:val="Hypertextovodkaz"/>
          </w:rPr>
          <w:t>7.</w:t>
        </w:r>
        <w:r w:rsidR="00D047C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047C2" w:rsidRPr="00A97309">
          <w:rPr>
            <w:rStyle w:val="Hypertextovodkaz"/>
          </w:rPr>
          <w:t>PŘÍLOHY</w:t>
        </w:r>
        <w:r w:rsidR="00D047C2">
          <w:rPr>
            <w:noProof/>
            <w:webHidden/>
          </w:rPr>
          <w:tab/>
        </w:r>
        <w:r w:rsidR="00D047C2">
          <w:rPr>
            <w:noProof/>
            <w:webHidden/>
          </w:rPr>
          <w:fldChar w:fldCharType="begin"/>
        </w:r>
        <w:r w:rsidR="00D047C2">
          <w:rPr>
            <w:noProof/>
            <w:webHidden/>
          </w:rPr>
          <w:instrText xml:space="preserve"> PAGEREF _Toc136588742 \h </w:instrText>
        </w:r>
        <w:r w:rsidR="00D047C2">
          <w:rPr>
            <w:noProof/>
            <w:webHidden/>
          </w:rPr>
        </w:r>
        <w:r w:rsidR="00D047C2"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 w:rsidR="00D047C2">
          <w:rPr>
            <w:noProof/>
            <w:webHidden/>
          </w:rPr>
          <w:fldChar w:fldCharType="end"/>
        </w:r>
      </w:hyperlink>
    </w:p>
    <w:p w14:paraId="30D8D7FD" w14:textId="70170182" w:rsidR="00AD0C7B" w:rsidRDefault="00BD7E91" w:rsidP="008D03B9">
      <w:r w:rsidRPr="007D27F2">
        <w:rPr>
          <w:highlight w:val="yellow"/>
        </w:rP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6588724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5F427D" w:rsidRPr="00AD0C7B" w14:paraId="4DA7CE3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8A3EA1" w14:textId="7C1C2309" w:rsidR="005F427D" w:rsidRDefault="005F427D" w:rsidP="005F427D">
            <w:pPr>
              <w:pStyle w:val="Zkratky1"/>
            </w:pPr>
            <w:r>
              <w:t>D+</w:t>
            </w:r>
            <w:proofErr w:type="gramStart"/>
            <w:r>
              <w:t>B  …</w:t>
            </w:r>
            <w:proofErr w:type="gramEnd"/>
            <w:r>
              <w:t xml:space="preserve">………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8916A4D" w14:textId="5E7908E7" w:rsidR="005F427D" w:rsidRDefault="005F427D" w:rsidP="005F427D">
            <w:pPr>
              <w:pStyle w:val="Zkratky2"/>
            </w:pPr>
            <w:r w:rsidRPr="005170AC">
              <w:t>Design &amp; Build (zadání stavby v režimu – „vyprojektuj a postav“)</w:t>
            </w: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AD0C7B">
            <w:pPr>
              <w:pStyle w:val="Zkratky1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0F15F1">
            <w:pPr>
              <w:pStyle w:val="Zkratky2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6DD4FE8" w14:textId="77777777" w:rsidR="00AD0C7B" w:rsidRPr="00AD0C7B" w:rsidRDefault="00F92E3A" w:rsidP="00AD0C7B">
            <w:pPr>
              <w:pStyle w:val="Zkratky1"/>
            </w:pPr>
            <w:r>
              <w:t>ÚMVŽST……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77777777" w:rsidR="00F92E3A" w:rsidRPr="00F92E3A" w:rsidRDefault="00F92E3A" w:rsidP="00F92E3A">
            <w:pPr>
              <w:pStyle w:val="Zkratky2"/>
            </w:pPr>
            <w:r w:rsidRPr="00F92E3A">
              <w:t>Úprava majetkových vztahů v železničních stanicích</w:t>
            </w:r>
          </w:p>
          <w:p w14:paraId="02C5BC82" w14:textId="77777777" w:rsidR="00AD0C7B" w:rsidRPr="006115D3" w:rsidRDefault="00AD0C7B" w:rsidP="000F15F1">
            <w:pPr>
              <w:pStyle w:val="Zkratky2"/>
            </w:pP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36588725"/>
      <w:r w:rsidRPr="00F92E3A">
        <w:lastRenderedPageBreak/>
        <w:t>Pojmy a definice</w:t>
      </w:r>
      <w:bookmarkEnd w:id="2"/>
    </w:p>
    <w:p w14:paraId="564752E2" w14:textId="2C5FB337" w:rsidR="00F92E3A" w:rsidRPr="00746474" w:rsidRDefault="00F92E3A" w:rsidP="0023011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Projektová dokumentace pro provádění stavby</w:t>
      </w:r>
      <w:r w:rsidRPr="00746474">
        <w:rPr>
          <w:sz w:val="18"/>
          <w:szCs w:val="18"/>
        </w:rPr>
        <w:t xml:space="preserve"> (PDPS) je projektovou dokumentací,</w:t>
      </w:r>
      <w:r w:rsidR="00746474" w:rsidRPr="00746474">
        <w:rPr>
          <w:sz w:val="18"/>
          <w:szCs w:val="18"/>
        </w:rPr>
        <w:t xml:space="preserve"> která </w:t>
      </w:r>
      <w:r w:rsidRPr="00746474">
        <w:rPr>
          <w:sz w:val="18"/>
          <w:szCs w:val="18"/>
        </w:rPr>
        <w:t>se zpracovává v členění a rozsahu přílohy č. 4 vyhlášky č. 146/2008 Sb. Jedná</w:t>
      </w:r>
      <w:r w:rsidR="00746474" w:rsidRPr="00746474">
        <w:rPr>
          <w:sz w:val="18"/>
          <w:szCs w:val="18"/>
        </w:rPr>
        <w:t xml:space="preserve"> se o do</w:t>
      </w:r>
      <w:r w:rsidRPr="00746474">
        <w:rPr>
          <w:sz w:val="18"/>
          <w:szCs w:val="18"/>
        </w:rPr>
        <w:t>kumentaci, jež obsahově i věcně vychází z dokumentace, na jejímž základě byla</w:t>
      </w:r>
      <w:r w:rsidR="00746474" w:rsidRPr="00746474">
        <w:rPr>
          <w:sz w:val="18"/>
          <w:szCs w:val="18"/>
        </w:rPr>
        <w:t xml:space="preserve"> stavba povolena </w:t>
      </w:r>
      <w:r w:rsidRPr="00746474">
        <w:rPr>
          <w:sz w:val="18"/>
          <w:szCs w:val="18"/>
        </w:rPr>
        <w:t xml:space="preserve">(DUSL, </w:t>
      </w:r>
      <w:proofErr w:type="gramStart"/>
      <w:r w:rsidRPr="00746474">
        <w:rPr>
          <w:sz w:val="18"/>
          <w:szCs w:val="18"/>
        </w:rPr>
        <w:t>DUSP</w:t>
      </w:r>
      <w:proofErr w:type="gramEnd"/>
      <w:r w:rsidRPr="00746474">
        <w:rPr>
          <w:sz w:val="18"/>
          <w:szCs w:val="18"/>
        </w:rPr>
        <w:t xml:space="preserve"> resp. DSP), které dopracovává a rozpracovává do větší</w:t>
      </w:r>
      <w:r w:rsidR="00746474" w:rsidRPr="00746474">
        <w:rPr>
          <w:sz w:val="18"/>
          <w:szCs w:val="18"/>
        </w:rPr>
        <w:t xml:space="preserve"> podrobnosti a rozsahu </w:t>
      </w:r>
      <w:r w:rsidRPr="00746474">
        <w:rPr>
          <w:sz w:val="18"/>
          <w:szCs w:val="18"/>
        </w:rPr>
        <w:t>potřebných pro výběr zhotovitele stavby v zadávacím řízení, a to</w:t>
      </w:r>
      <w:r w:rsidR="00746474" w:rsidRPr="00746474">
        <w:rPr>
          <w:sz w:val="18"/>
          <w:szCs w:val="18"/>
        </w:rPr>
        <w:t xml:space="preserve"> s dodržením zásad</w:t>
      </w:r>
      <w:r w:rsidRPr="00746474">
        <w:rPr>
          <w:sz w:val="18"/>
          <w:szCs w:val="18"/>
        </w:rPr>
        <w:t xml:space="preserve"> transparentnosti, přiměřenosti a rovného zacházení. PDPS lze</w:t>
      </w:r>
      <w:r w:rsidR="00746474" w:rsidRPr="00746474">
        <w:rPr>
          <w:sz w:val="18"/>
          <w:szCs w:val="18"/>
        </w:rPr>
        <w:t xml:space="preserve"> zpracovat se zohledněním konk</w:t>
      </w:r>
      <w:r w:rsidRPr="00746474">
        <w:rPr>
          <w:sz w:val="18"/>
          <w:szCs w:val="18"/>
        </w:rPr>
        <w:t>rétních výrobků, dodávaných technologií, technologických</w:t>
      </w:r>
      <w:r w:rsidR="00746474" w:rsidRPr="00746474">
        <w:rPr>
          <w:sz w:val="18"/>
          <w:szCs w:val="18"/>
        </w:rPr>
        <w:t xml:space="preserve"> postupů a</w:t>
      </w:r>
      <w:r w:rsidR="00746474">
        <w:rPr>
          <w:sz w:val="18"/>
          <w:szCs w:val="18"/>
        </w:rPr>
        <w:t xml:space="preserve"> </w:t>
      </w:r>
      <w:r w:rsidR="00746474" w:rsidRPr="00746474">
        <w:rPr>
          <w:sz w:val="18"/>
          <w:szCs w:val="18"/>
        </w:rPr>
        <w:t xml:space="preserve">výrobních </w:t>
      </w:r>
      <w:r w:rsidRPr="00746474">
        <w:rPr>
          <w:sz w:val="18"/>
          <w:szCs w:val="18"/>
        </w:rPr>
        <w:t>konkrétního Zhotovitele pouze v případě, že je stavba</w:t>
      </w:r>
      <w:r w:rsidR="00746474" w:rsidRP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 xml:space="preserve">zadávána v režimu D+B. </w:t>
      </w:r>
    </w:p>
    <w:p w14:paraId="094394E7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354E3F4F" w14:textId="2D8D718C" w:rsidR="00F92E3A" w:rsidRPr="00746474" w:rsidRDefault="00F92E3A" w:rsidP="0023011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746474">
        <w:rPr>
          <w:b/>
          <w:sz w:val="18"/>
          <w:szCs w:val="18"/>
        </w:rPr>
        <w:t>Realizační dokumentace stavby</w:t>
      </w:r>
      <w:r w:rsidRPr="00746474">
        <w:rPr>
          <w:sz w:val="18"/>
          <w:szCs w:val="18"/>
        </w:rPr>
        <w:t xml:space="preserve"> (RDS) je dokumentací zhotovitele stavby a zpracovává</w:t>
      </w:r>
      <w:r w:rsidR="00746474" w:rsidRPr="00746474">
        <w:rPr>
          <w:sz w:val="18"/>
          <w:szCs w:val="18"/>
        </w:rPr>
        <w:t xml:space="preserve"> se samostatně </w:t>
      </w:r>
      <w:r w:rsidRPr="00746474">
        <w:rPr>
          <w:sz w:val="18"/>
          <w:szCs w:val="18"/>
        </w:rPr>
        <w:t>pro jednotlivé objekty. Jedná se o dokumentaci, která rozpracovává PDPS</w:t>
      </w:r>
      <w:r w:rsidR="00746474" w:rsidRPr="00746474">
        <w:rPr>
          <w:sz w:val="18"/>
          <w:szCs w:val="18"/>
        </w:rPr>
        <w:t xml:space="preserve"> s ohledem </w:t>
      </w:r>
      <w:r w:rsidRPr="00746474">
        <w:rPr>
          <w:sz w:val="18"/>
          <w:szCs w:val="18"/>
        </w:rPr>
        <w:t>na znalosti konkrétních výrobků, dodávaných technologií, technologických</w:t>
      </w:r>
      <w:r w:rsidR="00746474" w:rsidRPr="00746474">
        <w:rPr>
          <w:sz w:val="18"/>
          <w:szCs w:val="18"/>
        </w:rPr>
        <w:t xml:space="preserve"> postupů </w:t>
      </w:r>
      <w:r w:rsidRPr="00746474">
        <w:rPr>
          <w:sz w:val="18"/>
          <w:szCs w:val="18"/>
        </w:rPr>
        <w:t>a výrobních podmínek konkrétního zhotovitele stavby. Součástí je také</w:t>
      </w:r>
      <w:r w:rsidR="00746474">
        <w:rPr>
          <w:sz w:val="18"/>
          <w:szCs w:val="18"/>
        </w:rPr>
        <w:t xml:space="preserve"> dokumentace</w:t>
      </w:r>
    </w:p>
    <w:p w14:paraId="4BA8DB12" w14:textId="56930FEF" w:rsidR="00F92E3A" w:rsidRPr="00746474" w:rsidRDefault="00F92E3A" w:rsidP="00517E55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746474">
        <w:rPr>
          <w:sz w:val="18"/>
          <w:szCs w:val="18"/>
        </w:rPr>
        <w:t>dokumentace výrobní, montážní, dílenská a dokumentace dodavatele mostních objektů.</w:t>
      </w:r>
      <w:r w:rsidR="00746474">
        <w:rPr>
          <w:sz w:val="18"/>
          <w:szCs w:val="18"/>
        </w:rPr>
        <w:t xml:space="preserve"> RDS</w:t>
      </w:r>
      <w:r w:rsidRPr="00746474">
        <w:rPr>
          <w:sz w:val="18"/>
          <w:szCs w:val="18"/>
        </w:rPr>
        <w:t xml:space="preserve"> se vždy zpracovává v případě, že to vyžadují TKP nebo požadavek na její zpracování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vychází z předcházejícího stupně dokumentace nebo smluvního ujednání. RDS nemění</w:t>
      </w:r>
      <w:r w:rsidR="00746474">
        <w:rPr>
          <w:sz w:val="18"/>
          <w:szCs w:val="18"/>
        </w:rPr>
        <w:t xml:space="preserve"> koncepčně-technické </w:t>
      </w:r>
      <w:r w:rsidRPr="00746474">
        <w:rPr>
          <w:sz w:val="18"/>
          <w:szCs w:val="18"/>
        </w:rPr>
        <w:t>řešení stavby navržené v rámci předcházející projektové přípravy,</w:t>
      </w:r>
      <w:r w:rsidR="00746474">
        <w:rPr>
          <w:sz w:val="18"/>
          <w:szCs w:val="18"/>
        </w:rPr>
        <w:t xml:space="preserve"> pokud není OP stan</w:t>
      </w:r>
      <w:r w:rsidRPr="00746474">
        <w:rPr>
          <w:sz w:val="18"/>
          <w:szCs w:val="18"/>
        </w:rPr>
        <w:t>oveno jinak. Obsah a rozsah RDS je definován přílohou P8 SŽ SM011.</w:t>
      </w:r>
      <w:r w:rsidR="00746474">
        <w:rPr>
          <w:sz w:val="18"/>
          <w:szCs w:val="18"/>
        </w:rPr>
        <w:t xml:space="preserve"> Náklady spojené se zpra</w:t>
      </w:r>
      <w:r w:rsidRPr="00746474">
        <w:rPr>
          <w:sz w:val="18"/>
          <w:szCs w:val="18"/>
        </w:rPr>
        <w:t>cováním RDS budou uvedené v samostatné položce</w:t>
      </w:r>
      <w:r w:rsidR="00746474">
        <w:rPr>
          <w:sz w:val="18"/>
          <w:szCs w:val="18"/>
        </w:rPr>
        <w:t xml:space="preserve"> </w:t>
      </w:r>
      <w:r w:rsidRPr="00746474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776CC8E" w14:textId="3EC05787" w:rsidR="00F92E3A" w:rsidRPr="005D336A" w:rsidRDefault="00F92E3A" w:rsidP="005D336A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Dokumentace skutečného provedení stavby</w:t>
      </w:r>
      <w:r w:rsidRPr="005D336A">
        <w:rPr>
          <w:sz w:val="18"/>
          <w:szCs w:val="18"/>
        </w:rPr>
        <w:t xml:space="preserve"> (DSPS</w:t>
      </w:r>
      <w:r w:rsidR="00241A2D" w:rsidRPr="005D336A">
        <w:rPr>
          <w:sz w:val="18"/>
          <w:szCs w:val="18"/>
        </w:rPr>
        <w:t>)</w:t>
      </w:r>
      <w:r w:rsidRPr="005D336A">
        <w:rPr>
          <w:sz w:val="18"/>
          <w:szCs w:val="18"/>
        </w:rPr>
        <w:t xml:space="preserve"> je dokumentace, která se</w:t>
      </w:r>
      <w:r w:rsidR="005D336A" w:rsidRPr="005D336A">
        <w:rPr>
          <w:sz w:val="18"/>
          <w:szCs w:val="18"/>
        </w:rPr>
        <w:t xml:space="preserve"> zpracovává </w:t>
      </w:r>
      <w:r w:rsidRPr="005D336A">
        <w:rPr>
          <w:sz w:val="18"/>
          <w:szCs w:val="18"/>
        </w:rPr>
        <w:t>v rozsahu přílohy č. 14 vyhlášky č. 499/2006 Sb. a požadavků Smlouvy.</w:t>
      </w:r>
      <w:r w:rsidR="005D336A" w:rsidRPr="005D336A">
        <w:rPr>
          <w:sz w:val="18"/>
          <w:szCs w:val="18"/>
        </w:rPr>
        <w:t xml:space="preserve"> Jedná se o </w:t>
      </w:r>
      <w:r w:rsidRPr="005D336A">
        <w:rPr>
          <w:sz w:val="18"/>
          <w:szCs w:val="18"/>
        </w:rPr>
        <w:t>dokumentaci, kterou zpracovává Zhotovitel stavby po ukončení stavebních</w:t>
      </w:r>
      <w:r w:rsidR="005D336A">
        <w:rPr>
          <w:sz w:val="18"/>
          <w:szCs w:val="18"/>
        </w:rPr>
        <w:t xml:space="preserve"> prací. </w:t>
      </w:r>
      <w:r w:rsidRPr="005D336A">
        <w:rPr>
          <w:sz w:val="18"/>
          <w:szCs w:val="18"/>
        </w:rPr>
        <w:t>DSPS 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69C48D5E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5D336A">
        <w:rPr>
          <w:b/>
          <w:sz w:val="18"/>
          <w:szCs w:val="18"/>
        </w:rPr>
        <w:t>Etapa je ucelená Část Díla určená v Harmonogramu postupu prací.</w:t>
      </w:r>
    </w:p>
    <w:p w14:paraId="34702F0F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2C1010F8" w14:textId="1E97E1ED" w:rsidR="00F92E3A" w:rsidRPr="005D336A" w:rsidRDefault="00F92E3A" w:rsidP="0023011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</w:rPr>
      </w:pPr>
      <w:r w:rsidRPr="005D336A">
        <w:rPr>
          <w:b/>
          <w:sz w:val="18"/>
          <w:szCs w:val="18"/>
        </w:rPr>
        <w:t xml:space="preserve">Zadávací dokumentace </w:t>
      </w:r>
      <w:r w:rsidRPr="005D336A">
        <w:rPr>
          <w:sz w:val="18"/>
          <w:szCs w:val="18"/>
        </w:rPr>
        <w:t>(dále také „ZD“) je soubor dokumentů (OP, Technické</w:t>
      </w:r>
      <w:r w:rsidR="005D336A" w:rsidRPr="005D336A">
        <w:rPr>
          <w:sz w:val="18"/>
          <w:szCs w:val="18"/>
        </w:rPr>
        <w:t xml:space="preserve"> podmínky, D</w:t>
      </w:r>
      <w:r w:rsidRPr="005D336A">
        <w:rPr>
          <w:sz w:val="18"/>
          <w:szCs w:val="18"/>
        </w:rPr>
        <w:t>okumentace atd.), které vymezují předmět veřejné zakázky v</w:t>
      </w:r>
      <w:r w:rsidR="005D336A" w:rsidRPr="005D336A">
        <w:rPr>
          <w:sz w:val="18"/>
          <w:szCs w:val="18"/>
        </w:rPr>
        <w:t> </w:t>
      </w:r>
      <w:r w:rsidRPr="005D336A">
        <w:rPr>
          <w:sz w:val="18"/>
          <w:szCs w:val="18"/>
        </w:rPr>
        <w:t>podrobnostech</w:t>
      </w:r>
      <w:r w:rsidR="005D336A" w:rsidRPr="005D336A">
        <w:rPr>
          <w:sz w:val="18"/>
          <w:szCs w:val="18"/>
        </w:rPr>
        <w:t xml:space="preserve"> nezbytných pro </w:t>
      </w:r>
      <w:r w:rsidRPr="005D336A">
        <w:rPr>
          <w:sz w:val="18"/>
          <w:szCs w:val="18"/>
        </w:rPr>
        <w:t>zpracování nabídky (viz vyhláška č. 169/2016 Sb., s obsahem stanoveným zákonem č. 134/2016 Sb., o zadávání veřejných zakázek.</w:t>
      </w:r>
    </w:p>
    <w:p w14:paraId="7F67B522" w14:textId="77777777" w:rsidR="00F92E3A" w:rsidRPr="00F606EE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highlight w:val="red"/>
          <w:lang w:eastAsia="cs-CZ"/>
        </w:rPr>
      </w:pPr>
    </w:p>
    <w:p w14:paraId="489CDEA6" w14:textId="77777777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 xml:space="preserve">Projektová dokumentace </w:t>
      </w:r>
      <w:r w:rsidRPr="005D336A">
        <w:rPr>
          <w:sz w:val="18"/>
          <w:szCs w:val="18"/>
        </w:rPr>
        <w:t>pro tyto ZTP se může pohybovat v rozsahu od technické zprávy s položkovým rozpočtem až po dokumentaci v rozsahu požadovaném vyhláškami 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5D336A" w:rsidRDefault="00F92E3A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18F7B354" w14:textId="77777777" w:rsidR="005F427D" w:rsidRPr="00F92E3A" w:rsidRDefault="005F427D" w:rsidP="005F427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71A76453" w14:textId="77777777" w:rsidR="005F427D" w:rsidRPr="00F92E3A" w:rsidRDefault="005F427D" w:rsidP="005F427D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3DC0A795" w14:textId="77777777" w:rsidR="005F427D" w:rsidRPr="00F92E3A" w:rsidRDefault="005F427D" w:rsidP="005F427D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22E9DA78" w14:textId="77777777" w:rsidR="005F427D" w:rsidRDefault="005F427D" w:rsidP="005F427D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006EF12F" w14:textId="77777777" w:rsidR="005F427D" w:rsidRDefault="005F427D" w:rsidP="005F427D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</w:p>
    <w:p w14:paraId="08558E8D" w14:textId="3D27C267" w:rsidR="005F427D" w:rsidRPr="005F427D" w:rsidRDefault="005F427D" w:rsidP="005F427D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170AC">
        <w:rPr>
          <w:sz w:val="18"/>
          <w:szCs w:val="18"/>
        </w:rPr>
        <w:t>Pokud jsou v textu ZTP odkazy na obecně závazné právní předpisy, normy nebo vnitřní předpisy, pak se vždy vztahují na platné znění příslušného dokumentu</w:t>
      </w:r>
      <w:r>
        <w:rPr>
          <w:sz w:val="18"/>
          <w:szCs w:val="18"/>
        </w:rPr>
        <w:t>.</w:t>
      </w:r>
    </w:p>
    <w:p w14:paraId="554A7244" w14:textId="77777777" w:rsidR="005F427D" w:rsidRPr="005F427D" w:rsidRDefault="005F427D" w:rsidP="005F427D">
      <w:pPr>
        <w:pStyle w:val="Odstavecseseznamem"/>
        <w:rPr>
          <w:b/>
          <w:sz w:val="18"/>
          <w:szCs w:val="18"/>
        </w:rPr>
      </w:pPr>
    </w:p>
    <w:p w14:paraId="262F8722" w14:textId="3511D643" w:rsidR="00F92E3A" w:rsidRPr="005D336A" w:rsidRDefault="00F92E3A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b/>
          <w:sz w:val="18"/>
          <w:szCs w:val="18"/>
        </w:rPr>
        <w:t>Pojmy s velkými začátečnými písmeny</w:t>
      </w:r>
      <w:r w:rsidRPr="005D336A">
        <w:rPr>
          <w:sz w:val="18"/>
          <w:szCs w:val="18"/>
        </w:rPr>
        <w:t xml:space="preserve"> použité v těchto </w:t>
      </w:r>
      <w:r w:rsidR="00A774DB" w:rsidRPr="005D336A">
        <w:rPr>
          <w:b/>
          <w:sz w:val="18"/>
          <w:szCs w:val="18"/>
        </w:rPr>
        <w:t>Zvláštních technických podmínkách</w:t>
      </w:r>
      <w:r w:rsidR="00A774DB" w:rsidRPr="005D336A">
        <w:rPr>
          <w:sz w:val="18"/>
          <w:szCs w:val="18"/>
        </w:rPr>
        <w:t xml:space="preserve"> (dále jen „ZTP“)</w:t>
      </w:r>
      <w:r w:rsidRPr="005D336A">
        <w:rPr>
          <w:sz w:val="18"/>
          <w:szCs w:val="18"/>
        </w:rPr>
        <w:t xml:space="preserve"> mají stejný význam jako shodné pojmy uvedené v Obchodních podmínkách (dále jen „OP“), není-li v ZTP výslovně uvedeno jinak nebo nevyplývá-li něco jiného z povahy věci.</w:t>
      </w:r>
    </w:p>
    <w:p w14:paraId="085FDDA6" w14:textId="77777777" w:rsidR="00A774DB" w:rsidRPr="005D336A" w:rsidRDefault="00A774D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5D336A" w:rsidRDefault="00A774DB" w:rsidP="00517E55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5D336A">
        <w:rPr>
          <w:sz w:val="18"/>
          <w:szCs w:val="18"/>
        </w:rPr>
        <w:t>V</w:t>
      </w:r>
      <w:r w:rsidRPr="005D336A">
        <w:rPr>
          <w:rFonts w:cs="Verdana"/>
          <w:sz w:val="18"/>
          <w:szCs w:val="18"/>
        </w:rPr>
        <w:t xml:space="preserve"> ZTP jsou použité odkazy na </w:t>
      </w:r>
      <w:r w:rsidRPr="005D336A">
        <w:rPr>
          <w:rFonts w:cs="Verdana"/>
          <w:b/>
          <w:sz w:val="18"/>
          <w:szCs w:val="18"/>
        </w:rPr>
        <w:t xml:space="preserve">oddíly, články a </w:t>
      </w:r>
      <w:proofErr w:type="spellStart"/>
      <w:r w:rsidRPr="005D336A">
        <w:rPr>
          <w:rFonts w:cs="Verdana"/>
          <w:b/>
          <w:sz w:val="18"/>
          <w:szCs w:val="18"/>
        </w:rPr>
        <w:t>podčlánky</w:t>
      </w:r>
      <w:proofErr w:type="spellEnd"/>
      <w:r w:rsidRPr="005D336A">
        <w:rPr>
          <w:rFonts w:cs="Verdana"/>
          <w:sz w:val="18"/>
          <w:szCs w:val="18"/>
        </w:rPr>
        <w:t xml:space="preserve"> souboru </w:t>
      </w:r>
      <w:r w:rsidRPr="005D336A">
        <w:rPr>
          <w:rFonts w:cs="Verdana"/>
          <w:b/>
          <w:sz w:val="18"/>
          <w:szCs w:val="18"/>
        </w:rPr>
        <w:t>Technické kvalitativní podmínky staveb státních drah</w:t>
      </w:r>
      <w:r w:rsidRPr="005D336A"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517E55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136588726"/>
      <w:bookmarkStart w:id="5" w:name="_Toc389559699"/>
      <w:bookmarkStart w:id="6" w:name="_Toc397429847"/>
      <w:bookmarkStart w:id="7" w:name="_Ref433028040"/>
      <w:bookmarkStart w:id="8" w:name="_Toc1048197"/>
      <w:bookmarkStart w:id="9" w:name="_Toc13731855"/>
      <w:r w:rsidRPr="00782CE4">
        <w:lastRenderedPageBreak/>
        <w:t>SPECIFIKACE</w:t>
      </w:r>
      <w:r>
        <w:t xml:space="preserve"> PŘEDMĚTU DÍLA</w:t>
      </w:r>
      <w:bookmarkEnd w:id="3"/>
      <w:bookmarkEnd w:id="4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36588727"/>
      <w:r>
        <w:t>Účel a rozsah předmětu Díla</w:t>
      </w:r>
      <w:bookmarkEnd w:id="10"/>
      <w:bookmarkEnd w:id="11"/>
    </w:p>
    <w:p w14:paraId="144B4FC2" w14:textId="5EBAEE37" w:rsidR="00DF7BAA" w:rsidRPr="00230118" w:rsidRDefault="00DF7BAA" w:rsidP="007D27F2">
      <w:pPr>
        <w:pStyle w:val="Text2-1"/>
      </w:pPr>
      <w:r w:rsidRPr="00230118">
        <w:t>Předmětem díla je zhotovení stavby „</w:t>
      </w:r>
      <w:r w:rsidR="007D27F2" w:rsidRPr="007D27F2">
        <w:t xml:space="preserve">Oprava EOV v </w:t>
      </w:r>
      <w:proofErr w:type="spellStart"/>
      <w:r w:rsidR="007D27F2" w:rsidRPr="007D27F2">
        <w:t>žst</w:t>
      </w:r>
      <w:proofErr w:type="spellEnd"/>
      <w:r w:rsidR="007D27F2" w:rsidRPr="007D27F2">
        <w:t>. Dětřichov nad Bystřicí</w:t>
      </w:r>
      <w:r w:rsidR="009F485F" w:rsidRPr="00484913">
        <w:t>“</w:t>
      </w:r>
      <w:r w:rsidR="00EC4FA5" w:rsidRPr="00230118">
        <w:t>,</w:t>
      </w:r>
      <w:r w:rsidRPr="00230118">
        <w:t xml:space="preserve"> jejímž cílem </w:t>
      </w:r>
      <w:r w:rsidR="007D27F2">
        <w:t xml:space="preserve">je </w:t>
      </w:r>
      <w:r w:rsidR="007E7F10">
        <w:t>odstranění nevyhovujícího technického stavu zařízení a zajištění provozní spolehlivosti.</w:t>
      </w:r>
    </w:p>
    <w:p w14:paraId="29AAB0CD" w14:textId="63E04D6E" w:rsidR="00E70AB8" w:rsidRPr="00517E55" w:rsidRDefault="00A16611" w:rsidP="007A066D">
      <w:pPr>
        <w:pStyle w:val="Text2-1"/>
        <w:numPr>
          <w:ilvl w:val="2"/>
          <w:numId w:val="39"/>
        </w:numPr>
        <w:tabs>
          <w:tab w:val="clear" w:pos="737"/>
        </w:tabs>
      </w:pPr>
      <w:r w:rsidRPr="00517E55">
        <w:t xml:space="preserve">Rozsah Díla </w:t>
      </w:r>
      <w:r w:rsidR="00D82DAA" w:rsidRPr="00484913">
        <w:t>„</w:t>
      </w:r>
      <w:r w:rsidR="007A066D" w:rsidRPr="007A066D">
        <w:t xml:space="preserve">Oprava EOV v </w:t>
      </w:r>
      <w:proofErr w:type="spellStart"/>
      <w:r w:rsidR="007A066D" w:rsidRPr="007A066D">
        <w:t>žst</w:t>
      </w:r>
      <w:proofErr w:type="spellEnd"/>
      <w:r w:rsidR="007A066D" w:rsidRPr="007A066D">
        <w:t>. Dětřichov nad Bystřicí</w:t>
      </w:r>
      <w:r w:rsidR="00D82DAA">
        <w:t xml:space="preserve">“ </w:t>
      </w:r>
      <w:r w:rsidR="00D82DAA" w:rsidRPr="00484913">
        <w:t xml:space="preserve">je oprava </w:t>
      </w:r>
      <w:r w:rsidR="007A066D">
        <w:t>stávajícího EOV</w:t>
      </w:r>
      <w:r w:rsidR="007E7F10">
        <w:t>.</w:t>
      </w:r>
      <w:r w:rsidR="007A066D">
        <w:t xml:space="preserve"> </w:t>
      </w:r>
      <w:r w:rsidR="00D82DAA" w:rsidRPr="00484913">
        <w:t xml:space="preserve">Oprava </w:t>
      </w:r>
      <w:proofErr w:type="gramStart"/>
      <w:r w:rsidR="00D82DAA" w:rsidRPr="00484913">
        <w:t xml:space="preserve">obnáší </w:t>
      </w:r>
      <w:r w:rsidR="00F850D0">
        <w:t xml:space="preserve"> instalaci</w:t>
      </w:r>
      <w:proofErr w:type="gramEnd"/>
      <w:r w:rsidR="00F850D0">
        <w:t xml:space="preserve"> nového rozvaděče REOV s</w:t>
      </w:r>
      <w:r w:rsidR="00906060">
        <w:t> dohledovým a diagnostickým</w:t>
      </w:r>
      <w:r w:rsidR="00F850D0">
        <w:t xml:space="preserve"> systémem </w:t>
      </w:r>
      <w:r w:rsidR="00F850D0" w:rsidRPr="00484913">
        <w:t xml:space="preserve">včetně </w:t>
      </w:r>
      <w:r w:rsidR="00F850D0">
        <w:t xml:space="preserve">kabelizace, osazení výhybek technologií ohřevu, zřízení nového dohledového pracoviště a napojení do stávajícího diagnostického a dohledového systému na elektrodispečinku Ostrava a </w:t>
      </w:r>
      <w:r w:rsidR="00F850D0" w:rsidRPr="00484913">
        <w:t>další návaznost</w:t>
      </w:r>
      <w:r w:rsidR="007E7F10">
        <w:t>i</w:t>
      </w:r>
      <w:r w:rsidR="00F850D0">
        <w:t xml:space="preserve">. </w:t>
      </w:r>
    </w:p>
    <w:p w14:paraId="7959D86F" w14:textId="71FD92F6" w:rsidR="00CE2A6B" w:rsidRDefault="00CE2A6B" w:rsidP="00517E55">
      <w:pPr>
        <w:pStyle w:val="Text2-1"/>
      </w:pPr>
      <w:r w:rsidRPr="00A362A4">
        <w:t xml:space="preserve">Rozsah </w:t>
      </w:r>
      <w:r>
        <w:t>D</w:t>
      </w:r>
      <w:r w:rsidRPr="00A362A4">
        <w:t>íla je rozdělen do těchto stavebních objektů či provozních souborů</w:t>
      </w:r>
      <w:r>
        <w:t>:</w:t>
      </w:r>
    </w:p>
    <w:p w14:paraId="27FBE493" w14:textId="235BDE6C" w:rsidR="00CE2A6B" w:rsidRPr="00D82DAA" w:rsidRDefault="00F850D0" w:rsidP="00CE2A6B">
      <w:pPr>
        <w:pStyle w:val="Text2-1"/>
        <w:numPr>
          <w:ilvl w:val="0"/>
          <w:numId w:val="0"/>
        </w:numPr>
        <w:ind w:left="737"/>
      </w:pPr>
      <w:r w:rsidRPr="00F850D0">
        <w:t xml:space="preserve">PS 01 </w:t>
      </w:r>
      <w:proofErr w:type="spellStart"/>
      <w:r w:rsidRPr="00F850D0">
        <w:t>žst</w:t>
      </w:r>
      <w:proofErr w:type="spellEnd"/>
      <w:r w:rsidRPr="00F850D0">
        <w:t xml:space="preserve">. Dětřichov </w:t>
      </w:r>
      <w:proofErr w:type="spellStart"/>
      <w:r w:rsidRPr="00F850D0">
        <w:t>n.B</w:t>
      </w:r>
      <w:proofErr w:type="spellEnd"/>
      <w:r w:rsidRPr="00F850D0">
        <w:t>, místní kabelizace</w:t>
      </w:r>
    </w:p>
    <w:p w14:paraId="10096A95" w14:textId="397A17A0" w:rsidR="00D82DAA" w:rsidRPr="00D82DAA" w:rsidRDefault="00F850D0" w:rsidP="00CE2A6B">
      <w:pPr>
        <w:pStyle w:val="Text2-1"/>
        <w:numPr>
          <w:ilvl w:val="0"/>
          <w:numId w:val="0"/>
        </w:numPr>
        <w:ind w:left="737"/>
      </w:pPr>
      <w:r w:rsidRPr="00F850D0">
        <w:t xml:space="preserve">PS 02 </w:t>
      </w:r>
      <w:proofErr w:type="spellStart"/>
      <w:r w:rsidRPr="00F850D0">
        <w:t>žst</w:t>
      </w:r>
      <w:proofErr w:type="spellEnd"/>
      <w:r w:rsidRPr="00F850D0">
        <w:t xml:space="preserve">. Dětřichov </w:t>
      </w:r>
      <w:proofErr w:type="spellStart"/>
      <w:r w:rsidRPr="00F850D0">
        <w:t>n.B</w:t>
      </w:r>
      <w:proofErr w:type="spellEnd"/>
      <w:r w:rsidRPr="00F850D0">
        <w:t>, dálkové ovládání osvětlení</w:t>
      </w:r>
    </w:p>
    <w:p w14:paraId="589AB447" w14:textId="75725CAA" w:rsidR="00D82DAA" w:rsidRPr="00D82DAA" w:rsidRDefault="00F850D0" w:rsidP="00CE2A6B">
      <w:pPr>
        <w:pStyle w:val="Text2-1"/>
        <w:numPr>
          <w:ilvl w:val="0"/>
          <w:numId w:val="0"/>
        </w:numPr>
        <w:ind w:left="737"/>
      </w:pPr>
      <w:r w:rsidRPr="00F850D0">
        <w:t xml:space="preserve">SO 01 </w:t>
      </w:r>
      <w:proofErr w:type="spellStart"/>
      <w:r w:rsidRPr="00F850D0">
        <w:t>žst</w:t>
      </w:r>
      <w:proofErr w:type="spellEnd"/>
      <w:r w:rsidRPr="00F850D0">
        <w:t xml:space="preserve">. Dětřichov </w:t>
      </w:r>
      <w:proofErr w:type="spellStart"/>
      <w:r w:rsidRPr="00F850D0">
        <w:t>n.B</w:t>
      </w:r>
      <w:proofErr w:type="spellEnd"/>
      <w:r w:rsidRPr="00F850D0">
        <w:t>, EOV</w:t>
      </w:r>
    </w:p>
    <w:p w14:paraId="3FFBD556" w14:textId="33E92913" w:rsidR="00517E55" w:rsidRPr="007E402F" w:rsidRDefault="00517E55" w:rsidP="00517E55">
      <w:pPr>
        <w:pStyle w:val="Text2-1"/>
      </w:pPr>
      <w:r w:rsidRPr="00517E55">
        <w:t>Rozsah díla je dále podrobně specifikován v</w:t>
      </w:r>
      <w:r w:rsidR="00EC02A5">
        <w:t> Soupisu prací s výkazem výměr</w:t>
      </w:r>
      <w:r w:rsidRPr="00517E55">
        <w:t>, který je součástí Zadávací dokumentace</w:t>
      </w:r>
      <w:r w:rsidR="00860F4E">
        <w:t xml:space="preserve"> (</w:t>
      </w:r>
      <w:r w:rsidR="00860F4E" w:rsidRPr="008D440D">
        <w:t xml:space="preserve">Díl 4 </w:t>
      </w:r>
      <w:r w:rsidR="00860F4E">
        <w:t>S</w:t>
      </w:r>
      <w:r w:rsidR="00860F4E" w:rsidRPr="008D440D">
        <w:t>oupis prací s výkazem výměr</w:t>
      </w:r>
      <w:r w:rsidR="00860F4E">
        <w:t>)</w:t>
      </w:r>
      <w:r>
        <w:rPr>
          <w:i/>
        </w:rPr>
        <w:t>.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36588728"/>
      <w:r>
        <w:t>Umístění stavby</w:t>
      </w:r>
      <w:bookmarkEnd w:id="12"/>
      <w:bookmarkEnd w:id="13"/>
    </w:p>
    <w:p w14:paraId="4DFE4759" w14:textId="1E23FE31" w:rsidR="006972D4" w:rsidRDefault="00DF7BAA" w:rsidP="005A6C0C">
      <w:pPr>
        <w:pStyle w:val="Text2-1"/>
      </w:pPr>
      <w:r>
        <w:t xml:space="preserve">Stavba bude probíhat na </w:t>
      </w:r>
      <w:proofErr w:type="gramStart"/>
      <w:r>
        <w:t xml:space="preserve">trati </w:t>
      </w:r>
      <w:r w:rsidR="00665F6C" w:rsidRPr="00665F6C">
        <w:t xml:space="preserve"> </w:t>
      </w:r>
      <w:r w:rsidR="00D82DAA" w:rsidRPr="00E65452">
        <w:t>Olomouc</w:t>
      </w:r>
      <w:proofErr w:type="gramEnd"/>
      <w:r w:rsidR="00D82DAA" w:rsidRPr="00E65452">
        <w:t xml:space="preserve"> – Opava východ</w:t>
      </w:r>
    </w:p>
    <w:p w14:paraId="46BB6011" w14:textId="72F41EFD" w:rsidR="00517E55" w:rsidRPr="004A7B99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Kraj: </w:t>
      </w:r>
      <w:r w:rsidR="00230118" w:rsidRPr="004A7B99">
        <w:t>Moravskoslezský</w:t>
      </w:r>
    </w:p>
    <w:p w14:paraId="50C118F7" w14:textId="7174CA44" w:rsidR="00517E55" w:rsidRPr="004A7B99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Okres: </w:t>
      </w:r>
      <w:r w:rsidR="00D82DAA">
        <w:t>Bruntál</w:t>
      </w:r>
    </w:p>
    <w:p w14:paraId="2BC5441F" w14:textId="36860295" w:rsidR="00517E55" w:rsidRPr="004A7B99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Obec: </w:t>
      </w:r>
      <w:r w:rsidR="00D82DAA" w:rsidRPr="00E65452">
        <w:t>Dětřichov nad Bystřicí</w:t>
      </w:r>
    </w:p>
    <w:p w14:paraId="03957CE5" w14:textId="68DE378B" w:rsidR="00517E55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TUDU: </w:t>
      </w:r>
      <w:r w:rsidR="00230118" w:rsidRPr="004A7B99">
        <w:t>2</w:t>
      </w:r>
      <w:r w:rsidR="00D82DAA">
        <w:t>191H1</w:t>
      </w:r>
    </w:p>
    <w:p w14:paraId="09F5040D" w14:textId="1713A164" w:rsidR="00517E55" w:rsidRDefault="00517E55" w:rsidP="00517E55">
      <w:pPr>
        <w:pStyle w:val="Text2-1"/>
        <w:numPr>
          <w:ilvl w:val="0"/>
          <w:numId w:val="0"/>
        </w:numPr>
        <w:ind w:firstLine="709"/>
      </w:pPr>
      <w:r>
        <w:t xml:space="preserve">Katastrální území: </w:t>
      </w:r>
      <w:r w:rsidR="00D82DAA" w:rsidRPr="00E65452">
        <w:t>Dětřichov nad Bystřicí [626066]</w:t>
      </w:r>
    </w:p>
    <w:p w14:paraId="691293AA" w14:textId="76EB1B4D" w:rsidR="00517E55" w:rsidRDefault="00517E55" w:rsidP="00517E55">
      <w:pPr>
        <w:pStyle w:val="Text2-1"/>
        <w:numPr>
          <w:ilvl w:val="0"/>
          <w:numId w:val="0"/>
        </w:numPr>
        <w:ind w:firstLine="709"/>
      </w:pPr>
      <w:proofErr w:type="spellStart"/>
      <w:r>
        <w:t>P.č</w:t>
      </w:r>
      <w:proofErr w:type="spellEnd"/>
      <w:r>
        <w:t>. dotčeného pozemku:</w:t>
      </w:r>
      <w:r w:rsidR="00665F6C">
        <w:t xml:space="preserve"> </w:t>
      </w:r>
      <w:r w:rsidR="00D82DAA" w:rsidRPr="00D82DAA">
        <w:t>1303/6</w:t>
      </w:r>
    </w:p>
    <w:p w14:paraId="4B38DE9B" w14:textId="40BAFE3C" w:rsidR="00517E55" w:rsidRPr="00517E55" w:rsidRDefault="00517E55" w:rsidP="00517E55">
      <w:pPr>
        <w:pStyle w:val="Text2-1"/>
        <w:numPr>
          <w:ilvl w:val="0"/>
          <w:numId w:val="0"/>
        </w:numPr>
        <w:ind w:firstLine="709"/>
        <w:rPr>
          <w:i/>
          <w:color w:val="00B0F0"/>
        </w:rPr>
      </w:pPr>
      <w:r w:rsidRPr="005A0FEE">
        <w:t xml:space="preserve">Bližší popis: </w:t>
      </w:r>
      <w:r w:rsidR="005A0FEE" w:rsidRPr="005A0FEE">
        <w:t xml:space="preserve">ŽST </w:t>
      </w:r>
      <w:r w:rsidR="00D82DAA" w:rsidRPr="00E65452">
        <w:t>Dětřichov nad Bystřicí</w:t>
      </w:r>
    </w:p>
    <w:p w14:paraId="2F0403DD" w14:textId="656CC429" w:rsidR="00DF7BAA" w:rsidRDefault="00517E55" w:rsidP="00517E55">
      <w:pPr>
        <w:pStyle w:val="Text2-1"/>
        <w:numPr>
          <w:ilvl w:val="0"/>
          <w:numId w:val="0"/>
        </w:numPr>
        <w:ind w:firstLine="709"/>
      </w:pPr>
      <w:r w:rsidRPr="004A7B99">
        <w:t xml:space="preserve">Zařazení tratě: </w:t>
      </w:r>
      <w:r w:rsidR="004A7B99" w:rsidRPr="004A7B99">
        <w:t>celostátní</w:t>
      </w:r>
    </w:p>
    <w:p w14:paraId="481509A7" w14:textId="77777777" w:rsidR="00DF7BAA" w:rsidRDefault="00DF7BAA" w:rsidP="00DF7BAA">
      <w:pPr>
        <w:pStyle w:val="Nadpis2-1"/>
      </w:pPr>
      <w:bookmarkStart w:id="14" w:name="_Toc6410432"/>
      <w:bookmarkStart w:id="15" w:name="_Toc136588729"/>
      <w:r>
        <w:t>PŘEHLED VÝCHOZÍCH PODKLADŮ</w:t>
      </w:r>
      <w:bookmarkEnd w:id="14"/>
      <w:bookmarkEnd w:id="15"/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36588730"/>
      <w:r>
        <w:t>Projektová dokumentace</w:t>
      </w:r>
      <w:bookmarkEnd w:id="16"/>
      <w:bookmarkEnd w:id="17"/>
    </w:p>
    <w:p w14:paraId="7153DAFA" w14:textId="3D2186D4" w:rsidR="00615BEC" w:rsidRPr="004A7B99" w:rsidRDefault="00615BEC" w:rsidP="00D1528F">
      <w:pPr>
        <w:pStyle w:val="Text2-1"/>
      </w:pPr>
      <w:r w:rsidRPr="004A7B99">
        <w:t xml:space="preserve">Projektová dokumentace </w:t>
      </w:r>
      <w:r w:rsidR="00D1528F">
        <w:t>„</w:t>
      </w:r>
      <w:r w:rsidR="00D1528F" w:rsidRPr="00D1528F">
        <w:t xml:space="preserve">Oprava EOV v </w:t>
      </w:r>
      <w:proofErr w:type="spellStart"/>
      <w:r w:rsidR="00D1528F" w:rsidRPr="00D1528F">
        <w:t>žst</w:t>
      </w:r>
      <w:proofErr w:type="spellEnd"/>
      <w:r w:rsidR="00D1528F" w:rsidRPr="00D1528F">
        <w:t>. Dětřichov nad Bystřicí</w:t>
      </w:r>
      <w:r w:rsidR="00D82DAA" w:rsidRPr="00D82DAA">
        <w:t xml:space="preserve">“, zpracovatel </w:t>
      </w:r>
      <w:r w:rsidR="00D1528F">
        <w:t>ENPRO Energo s.r.o.</w:t>
      </w:r>
      <w:r w:rsidR="00D82DAA" w:rsidRPr="00D82DAA">
        <w:t>, datum 0</w:t>
      </w:r>
      <w:r w:rsidR="00D1528F">
        <w:t>5</w:t>
      </w:r>
      <w:r w:rsidR="00D82DAA" w:rsidRPr="00D82DAA">
        <w:t>/202</w:t>
      </w:r>
      <w:r w:rsidR="00D1528F">
        <w:t>3</w:t>
      </w:r>
      <w:r w:rsidR="00D82DAA" w:rsidRPr="00D82DAA">
        <w:t>.</w:t>
      </w:r>
      <w:r w:rsidR="00860F4E" w:rsidRPr="004A7B99">
        <w:t>, stupeň PD</w:t>
      </w:r>
      <w:r w:rsidR="005F427D">
        <w:t>:</w:t>
      </w:r>
      <w:r w:rsidR="00860F4E" w:rsidRPr="004A7B99">
        <w:t xml:space="preserve"> </w:t>
      </w:r>
      <w:r w:rsidR="004A7B99" w:rsidRPr="004A7B99">
        <w:t>PDPS</w:t>
      </w:r>
      <w:r w:rsidR="00860F4E" w:rsidRPr="004A7B99">
        <w:t>.</w:t>
      </w:r>
    </w:p>
    <w:p w14:paraId="52904154" w14:textId="4C2CFCD5" w:rsidR="00DF7BAA" w:rsidRPr="00860F4E" w:rsidRDefault="00DF7BAA" w:rsidP="00DF7BAA">
      <w:pPr>
        <w:pStyle w:val="Nadpis2-2"/>
      </w:pPr>
      <w:bookmarkStart w:id="18" w:name="_Toc6410434"/>
      <w:bookmarkStart w:id="19" w:name="_Toc136588731"/>
      <w:r w:rsidRPr="00860F4E">
        <w:t>Související dokumentace</w:t>
      </w:r>
      <w:bookmarkEnd w:id="18"/>
      <w:r w:rsidR="00D1528F">
        <w:t>;</w:t>
      </w:r>
      <w:bookmarkEnd w:id="19"/>
    </w:p>
    <w:p w14:paraId="241A176F" w14:textId="0BE56F93" w:rsidR="008170FD" w:rsidRDefault="008170FD" w:rsidP="008170FD">
      <w:pPr>
        <w:pStyle w:val="Text2-1"/>
      </w:pPr>
      <w:r>
        <w:t xml:space="preserve">Stavba nepodléhá stavebnímu či jinému řízení. </w:t>
      </w:r>
    </w:p>
    <w:p w14:paraId="68275920" w14:textId="77777777" w:rsidR="00DF7BAA" w:rsidRDefault="00DF7BAA" w:rsidP="00DF7BAA">
      <w:pPr>
        <w:pStyle w:val="Nadpis2-1"/>
      </w:pPr>
      <w:bookmarkStart w:id="20" w:name="_Toc6410435"/>
      <w:bookmarkStart w:id="21" w:name="_Toc136588732"/>
      <w:r>
        <w:t>KOORDINACE S JINÝMI STAVBAMI</w:t>
      </w:r>
      <w:bookmarkEnd w:id="20"/>
      <w:bookmarkEnd w:id="21"/>
      <w:r>
        <w:t xml:space="preserve"> </w:t>
      </w:r>
    </w:p>
    <w:p w14:paraId="48930A80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</w:t>
      </w:r>
      <w:proofErr w:type="gramStart"/>
      <w:r>
        <w:t>akcemi</w:t>
      </w:r>
      <w:proofErr w:type="gramEnd"/>
      <w:r>
        <w:t xml:space="preserve"> a to i dalších investorů, které přímo s předmětnou akcí souvisí 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76BB2726" w14:textId="51CF0820" w:rsidR="00A10D37" w:rsidRPr="008170FD" w:rsidRDefault="00A10D37" w:rsidP="00BC5635">
      <w:pPr>
        <w:pStyle w:val="Text2-1"/>
      </w:pPr>
      <w:r w:rsidRPr="008170FD">
        <w:t xml:space="preserve">U této </w:t>
      </w:r>
      <w:r w:rsidR="00234F48" w:rsidRPr="008170FD">
        <w:t xml:space="preserve">akce </w:t>
      </w:r>
      <w:r w:rsidR="0013391B">
        <w:t>je nutná</w:t>
      </w:r>
      <w:r w:rsidR="00234F48" w:rsidRPr="008170FD">
        <w:t xml:space="preserve"> koordinace </w:t>
      </w:r>
      <w:proofErr w:type="gramStart"/>
      <w:r w:rsidR="00234F48" w:rsidRPr="008170FD">
        <w:t>s</w:t>
      </w:r>
      <w:r w:rsidR="0013391B">
        <w:t>e</w:t>
      </w:r>
      <w:r w:rsidR="00234F48" w:rsidRPr="008170FD">
        <w:t>  stavb</w:t>
      </w:r>
      <w:r w:rsidR="0013391B">
        <w:t>ou</w:t>
      </w:r>
      <w:proofErr w:type="gramEnd"/>
      <w:r w:rsidR="0013391B">
        <w:t xml:space="preserve">: </w:t>
      </w:r>
      <w:r w:rsidR="008311E7">
        <w:t>„</w:t>
      </w:r>
      <w:r w:rsidR="00BC5635" w:rsidRPr="00BC5635">
        <w:t xml:space="preserve">Oprava osvětlení v ŽST Dětřichov nad Bystřicí </w:t>
      </w:r>
      <w:r w:rsidR="008F1E28">
        <w:t xml:space="preserve">(investor Správa železnic, </w:t>
      </w:r>
      <w:proofErr w:type="spellStart"/>
      <w:r w:rsidR="008F1E28">
        <w:t>s.o</w:t>
      </w:r>
      <w:proofErr w:type="spellEnd"/>
      <w:r w:rsidR="008F1E28">
        <w:t>.; termín realizace 0</w:t>
      </w:r>
      <w:r w:rsidR="00CB7501">
        <w:t>7</w:t>
      </w:r>
      <w:r w:rsidR="008F1E28">
        <w:t>/2023-11/2023)</w:t>
      </w:r>
      <w:r w:rsidR="008311E7">
        <w:t>“</w:t>
      </w:r>
      <w:r w:rsidR="008F1E28">
        <w:t>.</w:t>
      </w:r>
      <w:r w:rsidR="00234F48" w:rsidRPr="008170FD">
        <w:t xml:space="preserve"> </w:t>
      </w:r>
      <w:r w:rsidR="008311E7">
        <w:t>Výkopové práce pro EOV v hlavní trase společné s trasou pro kabely osvětlení budou realizovány ve stavbě Oprava osvětlení</w:t>
      </w:r>
      <w:r w:rsidR="005F427D">
        <w:t xml:space="preserve"> </w:t>
      </w:r>
      <w:r w:rsidR="00AC2AFF">
        <w:t>„</w:t>
      </w:r>
      <w:r w:rsidR="005F427D" w:rsidRPr="00BC5635">
        <w:t>Oprava osvětlení v ŽST Dětřichov nad Bystřicí</w:t>
      </w:r>
      <w:r w:rsidR="00AC2AFF">
        <w:t>“</w:t>
      </w:r>
      <w:r w:rsidR="008311E7">
        <w:t xml:space="preserve">. V rámci EOV budou realizovány pouze výkopy odbočením z hlavní trasy k výhybkám. </w:t>
      </w:r>
      <w:r w:rsidR="00906060">
        <w:t xml:space="preserve">Dohledový a </w:t>
      </w:r>
      <w:r w:rsidR="00906060">
        <w:lastRenderedPageBreak/>
        <w:t>diagnostický</w:t>
      </w:r>
      <w:r w:rsidR="008311E7">
        <w:t xml:space="preserve"> systém pro </w:t>
      </w:r>
      <w:r w:rsidR="008311E7" w:rsidRPr="00AC2AFF">
        <w:t xml:space="preserve">osvětlení bude realizován v rámci stavby </w:t>
      </w:r>
      <w:r w:rsidR="00AC2AFF" w:rsidRPr="00AC2AFF">
        <w:t>„</w:t>
      </w:r>
      <w:r w:rsidR="005F427D" w:rsidRPr="00AC2AFF">
        <w:t>Oprava osvětlení v ŽST Dětřichov nad Bystřicí</w:t>
      </w:r>
      <w:r w:rsidR="00AC2AFF" w:rsidRPr="00AC2AFF">
        <w:t>“</w:t>
      </w:r>
      <w:r w:rsidR="008311E7" w:rsidRPr="00AC2AFF">
        <w:t xml:space="preserve">. </w:t>
      </w:r>
      <w:r w:rsidR="00906060" w:rsidRPr="00AC2AFF">
        <w:t>Dohledové a diagnostické</w:t>
      </w:r>
      <w:r w:rsidR="00FD408D" w:rsidRPr="00AC2AFF">
        <w:t xml:space="preserve"> systémy EOV a osvětlení budou realizovány ve společném rozvaděči.</w:t>
      </w:r>
      <w:r w:rsidR="00FD408D">
        <w:t xml:space="preserve">  </w:t>
      </w:r>
    </w:p>
    <w:p w14:paraId="32E3FFCA" w14:textId="77777777" w:rsidR="00DF7BAA" w:rsidRDefault="0025048A" w:rsidP="00DF7BAA">
      <w:pPr>
        <w:pStyle w:val="Nadpis2-1"/>
      </w:pPr>
      <w:bookmarkStart w:id="22" w:name="_Toc6410436"/>
      <w:bookmarkStart w:id="23" w:name="_Toc136588733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2"/>
      <w:bookmarkEnd w:id="23"/>
    </w:p>
    <w:p w14:paraId="6FD8A9DE" w14:textId="77777777" w:rsidR="00DF7BAA" w:rsidRDefault="00DF7BAA" w:rsidP="00DF7BAA">
      <w:pPr>
        <w:pStyle w:val="Nadpis2-2"/>
      </w:pPr>
      <w:bookmarkStart w:id="24" w:name="_Toc6410437"/>
      <w:bookmarkStart w:id="25" w:name="_Toc136588734"/>
      <w:r>
        <w:t>Všeobecně</w:t>
      </w:r>
      <w:bookmarkEnd w:id="24"/>
      <w:bookmarkEnd w:id="25"/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77777777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</w:t>
      </w:r>
      <w:proofErr w:type="gramStart"/>
      <w:r w:rsidRPr="003B0494">
        <w:t>postupů</w:t>
      </w:r>
      <w:proofErr w:type="gramEnd"/>
      <w:r w:rsidRPr="003B0494">
        <w:t xml:space="preserve"> aby kvalita provedených prací minimálně splňovala požadavky platných norem a předpisů, nebo měla obvyklou úroveň s přihlédnutím k funkci bezpečnosti a životnosti celé opravované a udržované stavby se uplatní vždy.</w:t>
      </w:r>
    </w:p>
    <w:p w14:paraId="6624CD33" w14:textId="77777777" w:rsidR="003B0494" w:rsidRPr="003B0494" w:rsidRDefault="003B0494" w:rsidP="007345FE">
      <w:pPr>
        <w:pStyle w:val="Text2-2"/>
        <w:ind w:left="1701" w:hanging="992"/>
      </w:pPr>
      <w:r w:rsidRPr="003B0494">
        <w:t>Čl. 1.4.8 TKP, odst. 5 Text „…</w:t>
      </w:r>
      <w:bookmarkStart w:id="26" w:name="_Hlk115084506"/>
      <w:r w:rsidRPr="003B0494">
        <w:t>nejméně 5 pracovních dnů před termínem</w:t>
      </w:r>
      <w:bookmarkEnd w:id="26"/>
      <w:r w:rsidRPr="003B0494">
        <w:t>…“ se mění na „…nejméně 2 pracovní dny před termínem …“.</w:t>
      </w:r>
    </w:p>
    <w:p w14:paraId="2CE0FF76" w14:textId="77777777" w:rsidR="003B0494" w:rsidRPr="003B0494" w:rsidRDefault="003B0494" w:rsidP="007345FE">
      <w:pPr>
        <w:pStyle w:val="Text2-2"/>
        <w:ind w:left="1701" w:hanging="99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>(Pokyn generálního ředitele k poskytování geodetických podkladů a činností pro přípravu a realizaci opravných a investičních akcí)</w:t>
      </w:r>
      <w:r w:rsidRPr="003B0494">
        <w:t xml:space="preserve"> a dále v souladu s dokumenty v této kapitole citovanými.“</w:t>
      </w:r>
    </w:p>
    <w:p w14:paraId="4EB514DA" w14:textId="6D0E9470" w:rsidR="003B0494" w:rsidRPr="003B0494" w:rsidRDefault="003B0494" w:rsidP="007345FE">
      <w:pPr>
        <w:pStyle w:val="Text2-2"/>
        <w:ind w:left="1701" w:hanging="992"/>
      </w:pPr>
      <w:r w:rsidRPr="003B0494">
        <w:t xml:space="preserve">Čl. 1.7.3.2 TKP, odst. 1 se </w:t>
      </w:r>
      <w:r w:rsidR="004E0F56">
        <w:t>nepoužije</w:t>
      </w:r>
      <w:r w:rsidR="00F04838">
        <w:t>.</w:t>
      </w:r>
    </w:p>
    <w:p w14:paraId="13EDD7E0" w14:textId="470F7243" w:rsidR="003B0494" w:rsidRPr="003B0494" w:rsidRDefault="003B0494" w:rsidP="007345FE">
      <w:pPr>
        <w:pStyle w:val="Text2-2"/>
        <w:ind w:left="1701" w:hanging="992"/>
      </w:pPr>
      <w:r w:rsidRPr="003B0494">
        <w:t xml:space="preserve">Čl. </w:t>
      </w:r>
      <w:bookmarkStart w:id="27" w:name="_Hlk115950514"/>
      <w:r w:rsidRPr="003B0494">
        <w:t xml:space="preserve">1.7.3.2 TKP, odst. 7 </w:t>
      </w:r>
      <w:bookmarkEnd w:id="27"/>
      <w:r w:rsidRPr="003B0494">
        <w:t xml:space="preserve">se </w:t>
      </w:r>
      <w:r w:rsidR="004E0F56">
        <w:t>nepoužije</w:t>
      </w:r>
      <w:r w:rsidRPr="003B0494">
        <w:t>.</w:t>
      </w:r>
    </w:p>
    <w:p w14:paraId="267F5656" w14:textId="77777777" w:rsidR="003B0494" w:rsidRPr="003B0494" w:rsidRDefault="003B0494" w:rsidP="007345FE">
      <w:pPr>
        <w:pStyle w:val="Text2-2"/>
        <w:ind w:left="1701" w:hanging="992"/>
      </w:pPr>
      <w:r w:rsidRPr="003B0494">
        <w:t>Čl. 1.7.3.3 TKP, odst. 1 se mění takto:</w:t>
      </w:r>
    </w:p>
    <w:p w14:paraId="7E1FF04A" w14:textId="77777777" w:rsidR="003B0494" w:rsidRDefault="003B0494" w:rsidP="007345FE">
      <w:pPr>
        <w:pStyle w:val="Text2-2"/>
        <w:numPr>
          <w:ilvl w:val="0"/>
          <w:numId w:val="0"/>
        </w:numPr>
        <w:ind w:left="1701"/>
      </w:pPr>
      <w:r w:rsidRPr="003B0494">
        <w:t xml:space="preserve"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</w:t>
      </w:r>
      <w:proofErr w:type="spellStart"/>
      <w:r w:rsidRPr="003B0494">
        <w:t>Bpv</w:t>
      </w:r>
      <w:proofErr w:type="spellEnd"/>
      <w:r w:rsidRPr="003B0494">
        <w:t>.</w:t>
      </w:r>
    </w:p>
    <w:p w14:paraId="2A5238ED" w14:textId="77777777" w:rsidR="00EB6387" w:rsidRPr="00F23487" w:rsidRDefault="00EB6387" w:rsidP="007345FE">
      <w:pPr>
        <w:pStyle w:val="Text2-2"/>
        <w:ind w:left="1701" w:hanging="992"/>
      </w:pPr>
      <w:r w:rsidRPr="00F23487">
        <w:t xml:space="preserve">V čl. 1.7.3.5 TKP, odst.1 se mění takto: </w:t>
      </w:r>
    </w:p>
    <w:p w14:paraId="2F5EA142" w14:textId="77777777" w:rsidR="00EB6387" w:rsidRDefault="00EB6387" w:rsidP="007345FE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4C0ED5A8" w:rsidR="00EB6387" w:rsidRDefault="00EB6387" w:rsidP="007345FE">
      <w:pPr>
        <w:pStyle w:val="Text2-2"/>
        <w:ind w:left="1701" w:hanging="992"/>
      </w:pPr>
      <w:r w:rsidRPr="00EB6387">
        <w:t xml:space="preserve">V čl. 1.7.3.5 TKP, se </w:t>
      </w:r>
      <w:r w:rsidR="004E0F56">
        <w:t>nepoužij</w:t>
      </w:r>
      <w:r w:rsidRPr="00EB6387">
        <w:t>í odstavce 5 a 6.</w:t>
      </w:r>
    </w:p>
    <w:p w14:paraId="7DA96C7C" w14:textId="77777777" w:rsidR="00EB6387" w:rsidRDefault="00EB6387" w:rsidP="007345FE">
      <w:pPr>
        <w:pStyle w:val="Text2-2"/>
        <w:ind w:left="1701" w:hanging="99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8" w:name="_Hlk115329733"/>
      <w:bookmarkStart w:id="29" w:name="_Hlk115427294"/>
      <w:r w:rsidRPr="00EB6387">
        <w:t>…“</w:t>
      </w:r>
      <w:bookmarkEnd w:id="28"/>
      <w:r w:rsidRPr="00EB6387">
        <w:t>.</w:t>
      </w:r>
      <w:bookmarkEnd w:id="29"/>
    </w:p>
    <w:p w14:paraId="67B3D152" w14:textId="341058F1" w:rsidR="00F832AA" w:rsidRPr="00F832AA" w:rsidRDefault="00F832AA" w:rsidP="007345FE">
      <w:pPr>
        <w:pStyle w:val="Text2-2"/>
        <w:ind w:left="1701" w:hanging="992"/>
      </w:pPr>
      <w:r w:rsidRPr="00F832AA">
        <w:t xml:space="preserve">Čl. 1.8.2 TKP, odst. 7 se </w:t>
      </w:r>
      <w:r w:rsidR="004E0F56">
        <w:t>nepoužije</w:t>
      </w:r>
      <w:r w:rsidRPr="00F832AA">
        <w:t>.</w:t>
      </w:r>
    </w:p>
    <w:p w14:paraId="787235CA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 čl. 1.8.3.1 TKP, odst. 2 se </w:t>
      </w:r>
      <w:proofErr w:type="gramStart"/>
      <w:r w:rsidRPr="00F832AA">
        <w:t>ruší</w:t>
      </w:r>
      <w:proofErr w:type="gramEnd"/>
      <w:r w:rsidRPr="00F832AA">
        <w:t xml:space="preserve"> text </w:t>
      </w:r>
      <w:bookmarkStart w:id="30" w:name="_Hlk115877962"/>
      <w:r w:rsidRPr="00F832AA">
        <w:t>„…</w:t>
      </w:r>
      <w:bookmarkEnd w:id="30"/>
      <w:r w:rsidRPr="00F832AA">
        <w:t xml:space="preserve"> tj. zpravidla Stavební správa SŽ</w:t>
      </w:r>
      <w:bookmarkStart w:id="31" w:name="_Hlk115334079"/>
      <w:r w:rsidRPr="00F832AA">
        <w:t>…“.</w:t>
      </w:r>
      <w:bookmarkEnd w:id="31"/>
    </w:p>
    <w:p w14:paraId="50868204" w14:textId="77777777" w:rsidR="00F832AA" w:rsidRPr="00F832AA" w:rsidRDefault="00F832AA" w:rsidP="007345FE">
      <w:pPr>
        <w:pStyle w:val="Text2-2"/>
        <w:ind w:left="1701" w:hanging="99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7345FE">
      <w:pPr>
        <w:pStyle w:val="Text2-2"/>
        <w:ind w:left="1701" w:hanging="992"/>
      </w:pPr>
      <w:r w:rsidRPr="00F832AA">
        <w:t xml:space="preserve">V čl. 1.9.2 TKP, odst. 4 v odrážce „body ŽBP“ se </w:t>
      </w:r>
      <w:proofErr w:type="gramStart"/>
      <w:r w:rsidRPr="00F832AA">
        <w:t>ruší</w:t>
      </w:r>
      <w:proofErr w:type="gramEnd"/>
      <w:r w:rsidRPr="00F832AA">
        <w:t xml:space="preserve"> text „...v Dokladové části – Geodetický podklad pro projektovou činnost zpracovaný podle jiných právních předpisů…“</w:t>
      </w:r>
    </w:p>
    <w:p w14:paraId="71F97B0E" w14:textId="50D195E4" w:rsidR="001A001A" w:rsidRPr="001A001A" w:rsidRDefault="001A001A" w:rsidP="007345FE">
      <w:pPr>
        <w:pStyle w:val="Text2-2"/>
        <w:ind w:left="1701" w:hanging="992"/>
      </w:pPr>
      <w:r w:rsidRPr="001A001A">
        <w:t xml:space="preserve">Čl. 1.9.2 TKP, odst. 7 se </w:t>
      </w:r>
      <w:r w:rsidR="004E0F56">
        <w:t>nepoužije</w:t>
      </w:r>
      <w:r w:rsidRPr="001A001A">
        <w:t>.</w:t>
      </w:r>
    </w:p>
    <w:p w14:paraId="0AF2C3F2" w14:textId="77777777" w:rsidR="001A001A" w:rsidRDefault="001A001A" w:rsidP="007345FE">
      <w:pPr>
        <w:pStyle w:val="Text2-2"/>
        <w:ind w:left="1701" w:hanging="992"/>
      </w:pPr>
      <w:r>
        <w:lastRenderedPageBreak/>
        <w:t xml:space="preserve">Čl. 1.9.4 TKP, odst. 2 se mění takto: </w:t>
      </w:r>
    </w:p>
    <w:p w14:paraId="1E53D822" w14:textId="77777777" w:rsidR="00EB6387" w:rsidRPr="00EB6387" w:rsidRDefault="001A001A" w:rsidP="007345FE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7345FE">
      <w:pPr>
        <w:pStyle w:val="Text2-2"/>
        <w:ind w:left="1701" w:hanging="992"/>
      </w:pPr>
      <w:r w:rsidRPr="001A001A">
        <w:t>Čl. 1.9.4 TKP, odst.5 se mění takto:</w:t>
      </w:r>
    </w:p>
    <w:p w14:paraId="755F332C" w14:textId="77777777" w:rsidR="001A001A" w:rsidRDefault="001A001A" w:rsidP="007345FE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 čl. </w:t>
      </w:r>
      <w:bookmarkStart w:id="32" w:name="_Hlk115953274"/>
      <w:r w:rsidRPr="002E5B84">
        <w:t xml:space="preserve">1.9.5.1 TKP, odst. 1, </w:t>
      </w:r>
      <w:bookmarkEnd w:id="32"/>
      <w:r w:rsidRPr="002E5B84">
        <w:t>písm. e) se mění lhůta z 21 dnů na 7 dnů.</w:t>
      </w:r>
    </w:p>
    <w:p w14:paraId="6C6F3129" w14:textId="77777777" w:rsidR="002E5B84" w:rsidRPr="002E5B84" w:rsidRDefault="002E5B84" w:rsidP="007345FE">
      <w:pPr>
        <w:pStyle w:val="Text2-2"/>
        <w:ind w:left="1701" w:hanging="992"/>
      </w:pPr>
      <w:r w:rsidRPr="002E5B84">
        <w:t xml:space="preserve">V čl. 1.10.5.2 TKP, odst. 3 se </w:t>
      </w:r>
      <w:proofErr w:type="gramStart"/>
      <w:r w:rsidRPr="002E5B84">
        <w:t>ruší</w:t>
      </w:r>
      <w:proofErr w:type="gramEnd"/>
      <w:r w:rsidRPr="002E5B84">
        <w:t xml:space="preserve"> text „… (zpravidla Stavební správa)“.</w:t>
      </w:r>
    </w:p>
    <w:p w14:paraId="00BDD7E0" w14:textId="77777777" w:rsidR="002E5B84" w:rsidRPr="002E5B84" w:rsidRDefault="002E5B84" w:rsidP="007345FE">
      <w:pPr>
        <w:pStyle w:val="Text2-2"/>
        <w:ind w:left="1701" w:hanging="99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25E83D3F" w:rsidR="00DF7856" w:rsidRPr="00DF7856" w:rsidRDefault="00DF7856" w:rsidP="007345FE">
      <w:pPr>
        <w:pStyle w:val="Text2-2"/>
        <w:ind w:left="1701" w:hanging="992"/>
      </w:pPr>
      <w:r w:rsidRPr="00DF7856">
        <w:t xml:space="preserve">Čl. 1.10.9.3 TKP, odst. 7 se </w:t>
      </w:r>
      <w:r w:rsidR="004E0F56">
        <w:t>nepoužije</w:t>
      </w:r>
      <w:r w:rsidRPr="00DF7856">
        <w:t>.</w:t>
      </w:r>
    </w:p>
    <w:p w14:paraId="001931A6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7345FE">
      <w:pPr>
        <w:pStyle w:val="Text2-2"/>
        <w:ind w:left="1701" w:hanging="99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7345FE">
      <w:pPr>
        <w:pStyle w:val="Text2-2"/>
        <w:ind w:left="1701" w:hanging="992"/>
      </w:pPr>
      <w:r w:rsidRPr="00DF7856">
        <w:t>V čl. 1.11.3 TKP, odst. 4, písm. e) se mění takto:</w:t>
      </w:r>
    </w:p>
    <w:p w14:paraId="1B075C28" w14:textId="77777777" w:rsidR="00DF7856" w:rsidRDefault="00DF7856" w:rsidP="007345FE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C2573F" w:rsidRDefault="00DF7856" w:rsidP="007345FE">
      <w:pPr>
        <w:pStyle w:val="Text2-2"/>
        <w:ind w:left="1701" w:hanging="992"/>
      </w:pPr>
      <w:r w:rsidRPr="00C2573F">
        <w:t>V čl. 1.11.3 TKP, odst. 5, se mění lhůta z 45 dnů na 15 dnů.</w:t>
      </w:r>
    </w:p>
    <w:p w14:paraId="0704B5B7" w14:textId="77777777" w:rsidR="00DF7856" w:rsidRPr="00C2573F" w:rsidRDefault="00DF7856" w:rsidP="007345FE">
      <w:pPr>
        <w:pStyle w:val="Text2-2"/>
        <w:ind w:left="1701" w:hanging="992"/>
      </w:pPr>
      <w:r w:rsidRPr="00C2573F">
        <w:t xml:space="preserve">V čl. 1.11.5 TKP, odst. 2 se vypouští text: </w:t>
      </w:r>
      <w:bookmarkStart w:id="33" w:name="_Hlk115869021"/>
      <w:r w:rsidRPr="00C2573F">
        <w:t>„…</w:t>
      </w:r>
      <w:bookmarkEnd w:id="33"/>
      <w:r w:rsidRPr="00C2573F">
        <w:t>a v podrobnostech směrnice SŽ SM011“</w:t>
      </w:r>
    </w:p>
    <w:p w14:paraId="5ABBE8F9" w14:textId="77777777" w:rsidR="00DF7856" w:rsidRPr="005D336A" w:rsidRDefault="00DF7856" w:rsidP="007345FE">
      <w:pPr>
        <w:pStyle w:val="Text2-2"/>
        <w:ind w:left="1701" w:hanging="992"/>
      </w:pPr>
      <w:r w:rsidRPr="005D336A">
        <w:t>Čl. 1.11.5.1 TKP, odst. 3 se mění takto:</w:t>
      </w:r>
    </w:p>
    <w:p w14:paraId="75E57AD6" w14:textId="19C325C8" w:rsidR="00DF7856" w:rsidRPr="008C4EA5" w:rsidRDefault="00DF7856" w:rsidP="007345FE">
      <w:pPr>
        <w:pStyle w:val="Text2-2"/>
        <w:numPr>
          <w:ilvl w:val="0"/>
          <w:numId w:val="0"/>
        </w:numPr>
        <w:ind w:left="1701"/>
      </w:pPr>
      <w:r w:rsidRPr="005D336A">
        <w:t xml:space="preserve">Předání Dokumentace skutečného provedení stavby týkající se díla Zhotovitelem Objednateli proběhne </w:t>
      </w:r>
      <w:r w:rsidRPr="005D336A">
        <w:rPr>
          <w:b/>
        </w:rPr>
        <w:t>v listinné podobě ve třech vyhotoveních</w:t>
      </w:r>
      <w:r w:rsidRPr="005D336A">
        <w:t xml:space="preserve"> pro technickou část, pro souborné zpracování geodetické části a kompletní </w:t>
      </w:r>
      <w:r w:rsidRPr="005D336A">
        <w:rPr>
          <w:b/>
        </w:rPr>
        <w:t>dokumentace v elektronické podobě v rozsahu dle čl. 4.1.</w:t>
      </w:r>
      <w:r w:rsidR="001456A2" w:rsidRPr="005D336A">
        <w:rPr>
          <w:b/>
        </w:rPr>
        <w:t>2.</w:t>
      </w:r>
      <w:r w:rsidR="004E0F56">
        <w:rPr>
          <w:b/>
        </w:rPr>
        <w:t>27</w:t>
      </w:r>
      <w:r w:rsidR="00C4162B" w:rsidRPr="005D336A">
        <w:rPr>
          <w:b/>
        </w:rPr>
        <w:t xml:space="preserve"> </w:t>
      </w:r>
      <w:r w:rsidRPr="005D336A">
        <w:rPr>
          <w:b/>
        </w:rPr>
        <w:t>těchto ZTP</w:t>
      </w:r>
      <w:r w:rsidRPr="005D336A">
        <w:t xml:space="preserve">, </w:t>
      </w:r>
      <w:r w:rsidR="005D336A" w:rsidRPr="005D336A">
        <w:t>a to nejpozději ke dni dokončení Díla (viz bod 5.1.1 ZTP)</w:t>
      </w:r>
      <w:r w:rsidRPr="005D336A">
        <w:t>.</w:t>
      </w:r>
    </w:p>
    <w:p w14:paraId="2A6C8E15" w14:textId="6BAAE397" w:rsidR="004C1240" w:rsidRPr="004C1240" w:rsidRDefault="004C1240" w:rsidP="007345FE">
      <w:pPr>
        <w:pStyle w:val="Text2-2"/>
        <w:ind w:left="1701" w:hanging="992"/>
      </w:pPr>
      <w:r>
        <w:t>Čl. 1.11.5.1 TKP,</w:t>
      </w:r>
      <w:r w:rsidR="004E0F56">
        <w:t xml:space="preserve"> se nepoužijí </w:t>
      </w:r>
      <w:r>
        <w:t>odst</w:t>
      </w:r>
      <w:r w:rsidR="004E0F56">
        <w:t>avce 4 a 5</w:t>
      </w:r>
      <w:r>
        <w:t>.</w:t>
      </w:r>
    </w:p>
    <w:p w14:paraId="34C5FAAF" w14:textId="6E51325F" w:rsidR="004C1240" w:rsidRPr="004A7B99" w:rsidRDefault="004C1240" w:rsidP="007345FE">
      <w:pPr>
        <w:pStyle w:val="Text2-2"/>
        <w:ind w:left="1701" w:hanging="992"/>
      </w:pPr>
      <w:proofErr w:type="spellStart"/>
      <w:r w:rsidRPr="004A7B99">
        <w:t>Č</w:t>
      </w:r>
      <w:r w:rsidR="004E0F56">
        <w:t>l</w:t>
      </w:r>
      <w:proofErr w:type="spellEnd"/>
      <w:r w:rsidRPr="004A7B99">
        <w:t xml:space="preserve"> 1.11.5.1 TKP, odst. 6 se mění takto:</w:t>
      </w:r>
    </w:p>
    <w:p w14:paraId="2A2ECA97" w14:textId="77777777" w:rsidR="004C1240" w:rsidRPr="004A7B99" w:rsidRDefault="004C1240" w:rsidP="00DE3429">
      <w:pPr>
        <w:pStyle w:val="Text2-2"/>
        <w:numPr>
          <w:ilvl w:val="0"/>
          <w:numId w:val="0"/>
        </w:numPr>
        <w:ind w:left="1701"/>
      </w:pPr>
      <w:r w:rsidRPr="004A7B99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4A7B9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4A7B99">
        <w:t>kompletní dokumentace stavby v otevřené formě</w:t>
      </w:r>
    </w:p>
    <w:p w14:paraId="19A3DA3F" w14:textId="7E66C78D" w:rsidR="004C1240" w:rsidRPr="004A7B99" w:rsidRDefault="004C1240" w:rsidP="00DE3429">
      <w:pPr>
        <w:pStyle w:val="Text2-2"/>
        <w:numPr>
          <w:ilvl w:val="0"/>
          <w:numId w:val="22"/>
        </w:numPr>
        <w:ind w:left="1701" w:firstLine="0"/>
      </w:pPr>
      <w:r w:rsidRPr="004A7B99">
        <w:t>kompletní dokumentace stavby v uzavřené formě</w:t>
      </w:r>
    </w:p>
    <w:p w14:paraId="458AE099" w14:textId="77777777" w:rsidR="00DE3429" w:rsidRPr="004A7B99" w:rsidRDefault="00672F4D" w:rsidP="00DE3429">
      <w:pPr>
        <w:pStyle w:val="Text2-2"/>
        <w:numPr>
          <w:ilvl w:val="0"/>
          <w:numId w:val="22"/>
        </w:numPr>
        <w:spacing w:after="0"/>
        <w:ind w:left="1701" w:firstLine="0"/>
      </w:pPr>
      <w:r w:rsidRPr="004A7B99">
        <w:t xml:space="preserve">kompletní dokumentace stavby </w:t>
      </w:r>
      <w:r w:rsidR="004C1240" w:rsidRPr="004A7B99">
        <w:t xml:space="preserve">ve struktuře </w:t>
      </w:r>
      <w:proofErr w:type="spellStart"/>
      <w:r w:rsidR="004C1240" w:rsidRPr="004A7B99">
        <w:t>Tree</w:t>
      </w:r>
      <w:r w:rsidRPr="004A7B99">
        <w:t>I</w:t>
      </w:r>
      <w:r w:rsidR="004C1240" w:rsidRPr="004A7B99">
        <w:t>nfo</w:t>
      </w:r>
      <w:proofErr w:type="spellEnd"/>
      <w:r w:rsidR="004C1240" w:rsidRPr="004A7B99">
        <w:t xml:space="preserve"> (</w:t>
      </w:r>
      <w:proofErr w:type="spellStart"/>
      <w:r w:rsidR="004C1240" w:rsidRPr="004A7B99">
        <w:t>InvestDokument</w:t>
      </w:r>
      <w:proofErr w:type="spellEnd"/>
      <w:r w:rsidR="004C1240" w:rsidRPr="004A7B99">
        <w:t xml:space="preserve">) </w:t>
      </w:r>
      <w:r w:rsidR="00DE3429" w:rsidRPr="004A7B99">
        <w:t xml:space="preserve">  </w:t>
      </w:r>
    </w:p>
    <w:p w14:paraId="3DF85E15" w14:textId="7B534BAB" w:rsidR="004C1240" w:rsidRPr="004A7B99" w:rsidRDefault="004C1240" w:rsidP="00DE3429">
      <w:pPr>
        <w:pStyle w:val="Text2-2"/>
        <w:numPr>
          <w:ilvl w:val="0"/>
          <w:numId w:val="0"/>
        </w:numPr>
        <w:ind w:left="1701" w:firstLine="426"/>
      </w:pPr>
      <w:r w:rsidRPr="004A7B99">
        <w:t>v otevřené a uzavřené formě.</w:t>
      </w:r>
    </w:p>
    <w:p w14:paraId="744A9FA1" w14:textId="77777777" w:rsidR="00E05363" w:rsidRPr="004A7B99" w:rsidRDefault="00E05363" w:rsidP="007345FE">
      <w:pPr>
        <w:pStyle w:val="Text2-2"/>
        <w:ind w:left="1701" w:hanging="992"/>
      </w:pPr>
      <w:r w:rsidRPr="004A7B99">
        <w:t xml:space="preserve">V čl. 1.11.5.1 TKP, odst. 7 se </w:t>
      </w:r>
      <w:proofErr w:type="gramStart"/>
      <w:r w:rsidRPr="004A7B99">
        <w:t>ruší</w:t>
      </w:r>
      <w:proofErr w:type="gramEnd"/>
      <w:r w:rsidRPr="004A7B99">
        <w:t xml:space="preserve"> text: „…*.XML (datový předpis XDC)“.</w:t>
      </w:r>
    </w:p>
    <w:p w14:paraId="6DDAD84D" w14:textId="0FFF857E" w:rsidR="00735BE7" w:rsidRPr="004A7B99" w:rsidRDefault="004E0F56" w:rsidP="004E0F56">
      <w:pPr>
        <w:pStyle w:val="Text2-1"/>
        <w:ind w:left="709" w:hanging="709"/>
        <w:rPr>
          <w:b/>
        </w:rPr>
      </w:pPr>
      <w:r w:rsidRPr="00172776">
        <w:lastRenderedPageBreak/>
        <w:t>Vzhledem k tomu, že Zadávací dokumentace neobsahuje Všeobecní technické podmínky (VTP), tak odkazy v TKP na VTP jsou odkazem na ZTP.</w:t>
      </w:r>
    </w:p>
    <w:p w14:paraId="7FA8E2B4" w14:textId="56C1967A" w:rsidR="00735F5B" w:rsidRPr="008D1303" w:rsidRDefault="00735F5B" w:rsidP="007345FE">
      <w:pPr>
        <w:pStyle w:val="Text2-2"/>
        <w:ind w:left="1701" w:hanging="992"/>
      </w:pPr>
      <w:r w:rsidRPr="004A7B99">
        <w:t>Objednatel se zavazuje zajistit Zhotoviteli právo užívání Staveniště, včetně železniční dopravní cesty,</w:t>
      </w:r>
      <w:r>
        <w:t xml:space="preserve"> v době, kdy je toho třeba, aby mohl Zhotovitel Dílo dokončit řádně a včas za podmínek sjednaných ve Smlouvě. Staveniště (jako celek</w:t>
      </w:r>
      <w:r w:rsidRPr="005D336A">
        <w:t>) bude Zhotoviteli předáno Objednatelem bez zbytečného odkladu po nabytí účinnosti Smlouvy</w:t>
      </w:r>
      <w:r w:rsidR="00D721BE" w:rsidRPr="005D336A">
        <w:t>,</w:t>
      </w:r>
      <w:r w:rsidR="005D336A">
        <w:t xml:space="preserve"> </w:t>
      </w:r>
      <w:r w:rsidR="005D336A" w:rsidRPr="005D336A">
        <w:t>a to v souladu s bodem 5.1.</w:t>
      </w:r>
      <w:r w:rsidR="004E0F56">
        <w:t>4</w:t>
      </w:r>
      <w:r w:rsidR="005D336A" w:rsidRPr="005D336A">
        <w:t xml:space="preserve"> </w:t>
      </w:r>
      <w:r w:rsidR="00BE06E2" w:rsidRPr="005D336A">
        <w:t xml:space="preserve">těchto </w:t>
      </w:r>
      <w:r w:rsidR="008A19E2" w:rsidRPr="005D336A">
        <w:t>ZTP.</w:t>
      </w:r>
    </w:p>
    <w:p w14:paraId="4A5A2314" w14:textId="77777777" w:rsidR="00735F5B" w:rsidRDefault="00735F5B" w:rsidP="007345FE">
      <w:pPr>
        <w:pStyle w:val="Text2-2"/>
        <w:ind w:left="1701" w:hanging="992"/>
      </w:pPr>
      <w:r>
        <w:t>V případě, že TDS při provádění Díla zjistí, že práce na Díle nebo jeho části provádí Podzhotovitel, který nebyl pověřen jejich provedením v souladu 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65856365" w14:textId="77777777" w:rsidR="00223CF2" w:rsidRPr="00BD583A" w:rsidRDefault="00223CF2" w:rsidP="007345FE">
      <w:pPr>
        <w:pStyle w:val="Text2-2"/>
        <w:ind w:left="1701" w:hanging="99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7345FE">
      <w:pPr>
        <w:pStyle w:val="Text2-2"/>
        <w:ind w:left="1701" w:hanging="99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7345FE">
      <w:pPr>
        <w:pStyle w:val="Text2-2"/>
        <w:ind w:left="1701" w:hanging="99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77777777" w:rsidR="00C711EA" w:rsidRDefault="00C711EA" w:rsidP="007345FE">
      <w:pPr>
        <w:pStyle w:val="Text2-2"/>
        <w:ind w:left="1701" w:hanging="992"/>
      </w:pPr>
      <w:r w:rsidRPr="00C711EA">
        <w:t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a zařízení technické infrastruktury odpovídá Zhotovitel.</w:t>
      </w:r>
    </w:p>
    <w:p w14:paraId="7CB3312E" w14:textId="77777777" w:rsidR="00C711EA" w:rsidRDefault="00C711EA" w:rsidP="007345FE">
      <w:pPr>
        <w:pStyle w:val="Text2-2"/>
        <w:ind w:left="1701" w:hanging="99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5F741B3E" w14:textId="77777777" w:rsidR="001E0774" w:rsidRPr="0020474A" w:rsidRDefault="001E0774" w:rsidP="001E0774">
      <w:pPr>
        <w:pStyle w:val="Text2-2"/>
        <w:tabs>
          <w:tab w:val="clear" w:pos="5076"/>
          <w:tab w:val="num" w:pos="1701"/>
        </w:tabs>
        <w:ind w:left="1701" w:hanging="992"/>
      </w:pPr>
      <w:r w:rsidRPr="0020474A">
        <w:t>Zhotovitel provede ruční kopané sondy za účelem ověření skutečného vedení inženýrské sítě před započetím zemních prací strojmo.</w:t>
      </w:r>
    </w:p>
    <w:p w14:paraId="17D19CAB" w14:textId="04461289" w:rsidR="001E0774" w:rsidRPr="00C711EA" w:rsidRDefault="001E0774" w:rsidP="001E0774">
      <w:pPr>
        <w:pStyle w:val="Text2-2"/>
        <w:ind w:left="1701" w:hanging="992"/>
      </w:pPr>
      <w:r w:rsidRPr="0020474A">
        <w:t>V rámci výkopových prací pro podzemní vedení sítí technické infrastruktury bude kladen zvýšený důraz na ruční výkopy. Strojní mechanizace se bude moc použít až po odhalení všech podzemních vedení a se souhlasem jejich správce</w:t>
      </w:r>
    </w:p>
    <w:p w14:paraId="0172AD6C" w14:textId="77777777" w:rsidR="00C711EA" w:rsidRPr="00DD10A4" w:rsidRDefault="00C711EA" w:rsidP="007345FE">
      <w:pPr>
        <w:pStyle w:val="Text2-2"/>
        <w:ind w:left="1701" w:hanging="99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77777777" w:rsidR="00E95BF0" w:rsidRPr="00BD583A" w:rsidRDefault="00DD10A4" w:rsidP="007345FE">
      <w:pPr>
        <w:pStyle w:val="Text2-2"/>
        <w:ind w:left="1701" w:hanging="99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7345FE">
      <w:pPr>
        <w:pStyle w:val="Text2-2"/>
        <w:ind w:left="1701" w:hanging="99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7345FE">
      <w:pPr>
        <w:pStyle w:val="Text2-2"/>
        <w:ind w:left="1701" w:hanging="99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14105346" w14:textId="77777777" w:rsidR="00744694" w:rsidRPr="008C4EA5" w:rsidRDefault="00744694" w:rsidP="007345FE">
      <w:pPr>
        <w:pStyle w:val="Text2-2"/>
        <w:ind w:left="1701" w:hanging="992"/>
        <w:rPr>
          <w:bCs/>
        </w:rPr>
      </w:pPr>
      <w:r w:rsidRPr="008C4EA5">
        <w:t xml:space="preserve">Pro přesnou </w:t>
      </w:r>
      <w:r w:rsidRPr="008C4EA5">
        <w:rPr>
          <w:b/>
        </w:rPr>
        <w:t>identifikaci podzemních sítí,</w:t>
      </w:r>
      <w:r w:rsidRPr="008C4EA5">
        <w:t xml:space="preserve"> metalických a optických kabelů, kanalizace, vody a plynu budou použity </w:t>
      </w:r>
      <w:r w:rsidRPr="008C4EA5">
        <w:rPr>
          <w:b/>
          <w:bCs/>
        </w:rPr>
        <w:t>RFID markery</w:t>
      </w:r>
      <w:r w:rsidRPr="008C4EA5">
        <w:t xml:space="preserve">. Mohou se používat pouze markery, u kterých není nutné při ukládání dbát na jejich orientaci. V rámci jednotného značení v sítích SŽ je nutné zachovat standardní barevné </w:t>
      </w:r>
      <w:r w:rsidRPr="008C4EA5">
        <w:lastRenderedPageBreak/>
        <w:t>značení, které doporučují výrobci. Minimální požadavky na použití markerů jsou následující:</w:t>
      </w:r>
    </w:p>
    <w:p w14:paraId="5157701B" w14:textId="77777777" w:rsidR="00744694" w:rsidRPr="008C4EA5" w:rsidRDefault="00744694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sz w:val="18"/>
          <w:szCs w:val="18"/>
        </w:rPr>
        <w:t xml:space="preserve">Silová </w:t>
      </w:r>
      <w:r w:rsidRPr="008C4EA5">
        <w:rPr>
          <w:b/>
          <w:sz w:val="18"/>
          <w:szCs w:val="18"/>
        </w:rPr>
        <w:t>zařízení a kabely</w:t>
      </w:r>
      <w:r w:rsidRPr="008C4EA5">
        <w:rPr>
          <w:sz w:val="18"/>
          <w:szCs w:val="18"/>
        </w:rPr>
        <w:t xml:space="preserve"> (včetně kabelů určených k napájení zabezpečovacích zařízení) – </w:t>
      </w:r>
      <w:r w:rsidRPr="008C4EA5">
        <w:rPr>
          <w:b/>
          <w:sz w:val="18"/>
          <w:szCs w:val="18"/>
        </w:rPr>
        <w:t>červený marker</w:t>
      </w:r>
      <w:r w:rsidRPr="008C4EA5">
        <w:rPr>
          <w:sz w:val="18"/>
          <w:szCs w:val="18"/>
        </w:rPr>
        <w:t xml:space="preserve"> [169,8 kHz] - trasy kabelů (v případě požadavku umístění po cca 50 m); přípojky; zakopané spojky; křížení kabelů; servisní smyčky; paty instalačních trubek; ohyby, změny hloubky; poklopy; rozvodové smyčky.</w:t>
      </w:r>
    </w:p>
    <w:p w14:paraId="2274A72F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vody a jejich zařízení – modrý marker</w:t>
      </w:r>
      <w:r w:rsidRPr="008C4EA5">
        <w:t xml:space="preserve"> [145,7 kHz] - trasy potrubí; paty servisních sloupců; potrubí z PVC; všechny typy ventilů; křížení, rozdvojky; čistící výstupy; konce obalů.</w:t>
      </w:r>
    </w:p>
    <w:p w14:paraId="703E74B6" w14:textId="77777777" w:rsidR="00744694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t>Rozvody</w:t>
      </w:r>
      <w:r w:rsidRPr="008C4EA5">
        <w:rPr>
          <w:b/>
        </w:rPr>
        <w:t xml:space="preserve"> plynu a jejich zařízení – žlutý marker</w:t>
      </w:r>
      <w:r w:rsidRPr="008C4EA5">
        <w:t xml:space="preserve"> [383,0 kHz] trasy potrubí; paty rozvodných sloupů; paty servisních sloupů; křížení, všechny typy ventilů; měřicí skříně; ukončovací armatury; hloubkové změny; překladové armatury; stlačená místa; armatury na regulaci tlaku; </w:t>
      </w:r>
      <w:proofErr w:type="spellStart"/>
      <w:r w:rsidRPr="008C4EA5">
        <w:t>elektrotavné</w:t>
      </w:r>
      <w:proofErr w:type="spellEnd"/>
      <w:r w:rsidRPr="008C4EA5">
        <w:t xml:space="preserve"> spojky; všechny typy armatur a spojů.</w:t>
      </w:r>
    </w:p>
    <w:p w14:paraId="271064A0" w14:textId="77777777" w:rsidR="00C711EA" w:rsidRPr="008C4EA5" w:rsidRDefault="00744694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</w:rPr>
        <w:t>Sdělovací zařízení a kabely – oranžový marker</w:t>
      </w:r>
      <w:r w:rsidRPr="008C4EA5">
        <w:t xml:space="preserve"> [101,4 kHz] - trasy kabelů sdělovacích optických a HDPE (v případě požadavku umístění po cca 50 m a na lomové body); uložení kabelových metalických spojek; anomálie na kabelové trase – v případě požadavku správce; kabelové rezervy metalických, optických a kombinovaných (hybridních) kabelů; odbočné body z páteřních tras optických kabelů a HDPE; uložení spojek optických a kombinovaných (hybridních) kabelů (markery v zapisovatelném provedení).</w:t>
      </w:r>
    </w:p>
    <w:p w14:paraId="3AF1275D" w14:textId="37B6EAC0" w:rsidR="00FD0503" w:rsidRPr="008C4EA5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8C4EA5">
        <w:rPr>
          <w:b/>
          <w:sz w:val="18"/>
          <w:szCs w:val="18"/>
        </w:rPr>
        <w:t>Zabezpečovací zařízení – fialový marker</w:t>
      </w:r>
      <w:r w:rsidRPr="008C4EA5">
        <w:rPr>
          <w:sz w:val="18"/>
          <w:szCs w:val="18"/>
        </w:rPr>
        <w:t xml:space="preserve"> [66,35 kHz] - trasy kabelů zabezpečovacích, včetně kabelů optických a HDPE – doporučené umístění markeru po cca 50 m a na lomové body; uložení kabelových metalických spojek (markery v zapisovatelném provedení); anomálie na kabelové trase (např. změny hloubky, odbočné body) – v případě požadavku správce markery v zapisovatelném provedení; kabelové rezervy metalických, optických a kombinovaných (hybridních) kabelů (markery v zapisovatelném provedení); uložení spojek optických a kombinovaných (hybridních) kabelů (markery v zapisovatelném provedení).</w:t>
      </w:r>
    </w:p>
    <w:p w14:paraId="50800170" w14:textId="77777777" w:rsidR="00FD0503" w:rsidRPr="008C4EA5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8C4EA5">
        <w:rPr>
          <w:b/>
          <w:bCs/>
        </w:rPr>
        <w:t>Odpadní</w:t>
      </w:r>
      <w:r w:rsidRPr="008C4EA5">
        <w:rPr>
          <w:b/>
        </w:rPr>
        <w:t xml:space="preserve"> voda – zelený marker</w:t>
      </w:r>
      <w:r w:rsidRPr="008C4EA5">
        <w:t xml:space="preserve"> [121,6 kHz] - ventily; všechny typy armatur; čistící výstupy; paty servisních sloupců; vedlejší vedení; značení tras nekovových objektů.</w:t>
      </w:r>
    </w:p>
    <w:p w14:paraId="59C3F9AE" w14:textId="77777777" w:rsidR="00FD0503" w:rsidRPr="008C4EA5" w:rsidRDefault="00FD0503" w:rsidP="007345FE">
      <w:pPr>
        <w:pStyle w:val="Text2-2"/>
        <w:ind w:left="1701" w:hanging="992"/>
      </w:pPr>
      <w:r w:rsidRPr="008C4EA5">
        <w:t>Označníky je nutno k uloženým kabelům, potrubím a podzemním zařízením pevně upevňovat (např. plastovou vázací páskou).</w:t>
      </w:r>
    </w:p>
    <w:p w14:paraId="4E4E79CD" w14:textId="77777777" w:rsidR="00FD0503" w:rsidRPr="008C4EA5" w:rsidRDefault="00FD0503" w:rsidP="007345FE">
      <w:pPr>
        <w:pStyle w:val="Text2-2"/>
        <w:ind w:left="1701" w:hanging="992"/>
      </w:pPr>
      <w:r w:rsidRPr="008C4EA5">
        <w:t>U sdělovacích a zabezpečovacích kabelů OŘ se bude informace o markerech zadávat do pasportu do volitelné položky 2 pod označením „RFID“.</w:t>
      </w:r>
    </w:p>
    <w:p w14:paraId="33A39566" w14:textId="77777777" w:rsidR="00FD0503" w:rsidRPr="008C4EA5" w:rsidRDefault="00FD0503" w:rsidP="007345FE">
      <w:pPr>
        <w:pStyle w:val="Text2-2"/>
        <w:ind w:left="1701" w:hanging="992"/>
      </w:pPr>
      <w:r w:rsidRPr="008C4EA5">
        <w:t>U složek, které nemají žádnou elektronickou databázi, se bude tato informace zadávat ve stejném znění do dokumentace.</w:t>
      </w:r>
    </w:p>
    <w:p w14:paraId="25A7416C" w14:textId="77777777" w:rsidR="00FD0503" w:rsidRPr="008C4EA5" w:rsidRDefault="00FD0503" w:rsidP="007345FE">
      <w:pPr>
        <w:pStyle w:val="Text2-2"/>
        <w:ind w:left="1701" w:hanging="992"/>
      </w:pPr>
      <w:r w:rsidRPr="008C4EA5">
        <w:t>Informace o použití markerů bude zaznamenaná do DSPS.</w:t>
      </w:r>
    </w:p>
    <w:p w14:paraId="1C859E22" w14:textId="77777777" w:rsidR="00FD0503" w:rsidRPr="008C4EA5" w:rsidRDefault="00FD0503" w:rsidP="007345FE">
      <w:pPr>
        <w:pStyle w:val="Text2-2"/>
        <w:ind w:left="1701" w:hanging="992"/>
      </w:pPr>
      <w:r w:rsidRPr="008C4EA5">
        <w:t>Do digitální dokumentace se budou zaznamenávat markery ve tvaru kolečka s velkým písmenem M uprostřed ve všech 6 vrstvách odpovídajících kategoriím podzemních vedení. Značka bude tvarově stejná pro všech 6 vrstev, rozlišení kategorie bude pouze barvou, která bude odpovídat barvě markeru.</w:t>
      </w:r>
    </w:p>
    <w:p w14:paraId="4D104648" w14:textId="77777777" w:rsidR="00FD0503" w:rsidRPr="008C4EA5" w:rsidRDefault="00FD0503" w:rsidP="007345FE">
      <w:pPr>
        <w:pStyle w:val="Text2-2"/>
        <w:ind w:left="1701" w:hanging="992"/>
      </w:pPr>
      <w:r w:rsidRPr="008C4EA5">
        <w:rPr>
          <w:b/>
        </w:rPr>
        <w:t xml:space="preserve">V </w:t>
      </w:r>
      <w:r w:rsidR="000C3375" w:rsidRPr="008C4EA5">
        <w:rPr>
          <w:b/>
        </w:rPr>
        <w:t>dokumentaci skutečného provedení stavby (</w:t>
      </w:r>
      <w:r w:rsidRPr="008C4EA5">
        <w:rPr>
          <w:b/>
        </w:rPr>
        <w:t>DSPS</w:t>
      </w:r>
      <w:r w:rsidR="000C3375" w:rsidRPr="008C4EA5">
        <w:rPr>
          <w:b/>
        </w:rPr>
        <w:t>)</w:t>
      </w:r>
      <w:r w:rsidRPr="008C4EA5">
        <w:rPr>
          <w:b/>
        </w:rPr>
        <w:t xml:space="preserve"> </w:t>
      </w:r>
      <w:r w:rsidRPr="008C4EA5">
        <w:t>budou zapracované veškeré změny a dodatky, jak ve výkresové, tak v textové části. Součástí dokumentace dle skutečného stavu provedení kromě jiného budou informace o použití RFID markerů k lokalizaci podzemních inženýrských sítí v majetku SŽ.</w:t>
      </w:r>
    </w:p>
    <w:p w14:paraId="04652063" w14:textId="77777777" w:rsidR="000C3375" w:rsidRPr="008C4EA5" w:rsidRDefault="000C3375" w:rsidP="007345FE">
      <w:pPr>
        <w:pStyle w:val="Text2-2"/>
        <w:ind w:left="1701" w:hanging="992"/>
      </w:pPr>
      <w:r w:rsidRPr="008C4EA5">
        <w:lastRenderedPageBreak/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77777777" w:rsidR="00FD0503" w:rsidRPr="00D23244" w:rsidRDefault="00FD0503" w:rsidP="007345FE">
      <w:pPr>
        <w:pStyle w:val="Text2-2"/>
        <w:ind w:left="1701" w:hanging="992"/>
      </w:pPr>
      <w:r w:rsidRPr="00D23244">
        <w:rPr>
          <w:b/>
        </w:rPr>
        <w:t>Souborné zpracování geodetické části DSPS</w:t>
      </w:r>
      <w:r w:rsidRPr="00D23244">
        <w:t xml:space="preserve"> bude předáno Objednateli v listinné a elektronické podobě v tomto členění:</w:t>
      </w:r>
    </w:p>
    <w:p w14:paraId="04895C1A" w14:textId="77777777" w:rsidR="00FD0503" w:rsidRPr="00D23244" w:rsidRDefault="00FD0503" w:rsidP="007345FE">
      <w:pPr>
        <w:pStyle w:val="Text2-2"/>
        <w:numPr>
          <w:ilvl w:val="4"/>
          <w:numId w:val="14"/>
        </w:numPr>
        <w:ind w:left="1701" w:hanging="992"/>
      </w:pPr>
      <w:r w:rsidRPr="00D23244">
        <w:t>Technická zpráva a Předávací protokol (ve formátu *.</w:t>
      </w:r>
      <w:proofErr w:type="spellStart"/>
      <w:r w:rsidRPr="00D23244">
        <w:t>pdf</w:t>
      </w:r>
      <w:proofErr w:type="spellEnd"/>
      <w:r w:rsidRPr="00D23244">
        <w:t>),</w:t>
      </w:r>
    </w:p>
    <w:p w14:paraId="249EF484" w14:textId="77777777" w:rsidR="00FD0503" w:rsidRPr="00D23244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Přehled kladu mapových listů JŽM a bodového pole v M 1:10000 formát *.</w:t>
      </w:r>
      <w:proofErr w:type="spellStart"/>
      <w:r w:rsidRPr="00D23244">
        <w:rPr>
          <w:sz w:val="18"/>
          <w:szCs w:val="18"/>
        </w:rPr>
        <w:t>dgn</w:t>
      </w:r>
      <w:proofErr w:type="spellEnd"/>
      <w:r w:rsidRPr="00D23244">
        <w:rPr>
          <w:sz w:val="18"/>
          <w:szCs w:val="18"/>
        </w:rPr>
        <w:t xml:space="preserve"> a *.</w:t>
      </w:r>
      <w:proofErr w:type="spellStart"/>
      <w:r w:rsidRPr="00D23244">
        <w:rPr>
          <w:sz w:val="18"/>
          <w:szCs w:val="18"/>
        </w:rPr>
        <w:t>pdf</w:t>
      </w:r>
      <w:proofErr w:type="spellEnd"/>
      <w:r w:rsidRPr="00D23244">
        <w:rPr>
          <w:sz w:val="18"/>
          <w:szCs w:val="18"/>
        </w:rPr>
        <w:t>),</w:t>
      </w:r>
    </w:p>
    <w:p w14:paraId="01171FBC" w14:textId="77777777" w:rsidR="00FD0503" w:rsidRPr="00D23244" w:rsidRDefault="00FD0503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Elaborát bodového pole:</w:t>
      </w:r>
    </w:p>
    <w:p w14:paraId="6F29101D" w14:textId="77777777" w:rsidR="00FD0503" w:rsidRPr="00D23244" w:rsidRDefault="00FD0503" w:rsidP="00DE3429">
      <w:pPr>
        <w:pStyle w:val="Text2-2"/>
        <w:numPr>
          <w:ilvl w:val="5"/>
          <w:numId w:val="14"/>
        </w:numPr>
        <w:ind w:firstLine="142"/>
      </w:pPr>
      <w:r w:rsidRPr="00D23244">
        <w:t>dokumentace po stavbě předaného ŽBP do správy SŽG, zřízeného v souladu Metodickým pokynem SŽDC M20/MP007</w:t>
      </w:r>
      <w:r w:rsidR="007F5DDD" w:rsidRPr="00D23244">
        <w:t xml:space="preserve"> Železniční bodové pole </w:t>
      </w:r>
      <w:r w:rsidRPr="00D23244">
        <w:t>(způsob stabilizace, měření, zpracování, obsah dokumentace),</w:t>
      </w:r>
    </w:p>
    <w:p w14:paraId="155C17CF" w14:textId="77777777" w:rsidR="00FD0503" w:rsidRPr="00D23244" w:rsidRDefault="00FD0503" w:rsidP="00DE3429">
      <w:pPr>
        <w:pStyle w:val="Odstavecseseznamem"/>
        <w:numPr>
          <w:ilvl w:val="5"/>
          <w:numId w:val="14"/>
        </w:numPr>
        <w:ind w:firstLine="14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dokumentaci o vývoji vytyčovací sítě (seznam souřadnic a výšek bodů, geodetické údaje o bodech)</w:t>
      </w:r>
    </w:p>
    <w:p w14:paraId="090A152D" w14:textId="77777777" w:rsidR="00252A5C" w:rsidRPr="00D23244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D23244">
        <w:t>Seznamy souřadnic podrobných bodů (ve formátu *.</w:t>
      </w:r>
      <w:proofErr w:type="spellStart"/>
      <w:r w:rsidRPr="00D23244">
        <w:t>txt</w:t>
      </w:r>
      <w:proofErr w:type="spellEnd"/>
      <w:r w:rsidRPr="00D23244">
        <w:t>):</w:t>
      </w:r>
    </w:p>
    <w:p w14:paraId="62DB22EE" w14:textId="77777777" w:rsidR="00252A5C" w:rsidRPr="00D23244" w:rsidRDefault="00252A5C" w:rsidP="00DE3429">
      <w:pPr>
        <w:pStyle w:val="Text2-2"/>
        <w:numPr>
          <w:ilvl w:val="5"/>
          <w:numId w:val="14"/>
        </w:numPr>
        <w:ind w:firstLine="142"/>
      </w:pPr>
      <w:r w:rsidRPr="00D23244">
        <w:t>Seznam souřadnic, výšek a charakteristik bodů (třída přesnosti, popis bodu, datum zaměření, dodavatel zaměření) k výkresu geodetického zaměření skutečného provedení stavby, který bude odpovídat Metodickému pokynu SŽ M20/MP010</w:t>
      </w:r>
      <w:r w:rsidR="007F5DDD" w:rsidRPr="00D23244">
        <w:t xml:space="preserve"> Účelová železniční mapa velkého měřítka.</w:t>
      </w:r>
    </w:p>
    <w:p w14:paraId="0BD7FE86" w14:textId="77777777" w:rsidR="00FD0503" w:rsidRPr="00D23244" w:rsidRDefault="00252A5C" w:rsidP="00DE3429">
      <w:pPr>
        <w:pStyle w:val="Text2-2"/>
        <w:numPr>
          <w:ilvl w:val="5"/>
          <w:numId w:val="14"/>
        </w:numPr>
        <w:ind w:firstLine="142"/>
      </w:pPr>
      <w:r w:rsidRPr="00D23244">
        <w:t>Seznam (seznamy) souřadnic výšek a charakteristik bodů k výkresu (výkresům) editovaného mapového podkladu s vymazáním neplatných prvků, který bude odpovídat předpisu SŽ M20/MP010 příloha C,</w:t>
      </w:r>
    </w:p>
    <w:p w14:paraId="784C0A08" w14:textId="77777777" w:rsidR="00252A5C" w:rsidRPr="00D23244" w:rsidRDefault="00252A5C" w:rsidP="00DE3429">
      <w:pPr>
        <w:pStyle w:val="Text2-2"/>
        <w:numPr>
          <w:ilvl w:val="5"/>
          <w:numId w:val="14"/>
        </w:numPr>
        <w:ind w:firstLine="142"/>
      </w:pPr>
      <w:r w:rsidRPr="00D23244">
        <w:t>Seznam souřadnic bodů ŽBP nebo dalších výchozích bodů použitých pro zaměření skutečného provedení stavby.</w:t>
      </w:r>
    </w:p>
    <w:p w14:paraId="1829CD52" w14:textId="77777777" w:rsidR="00FD0503" w:rsidRPr="00D23244" w:rsidRDefault="00252A5C" w:rsidP="007345FE">
      <w:pPr>
        <w:pStyle w:val="Text2-2"/>
        <w:numPr>
          <w:ilvl w:val="4"/>
          <w:numId w:val="14"/>
        </w:numPr>
        <w:ind w:left="1701" w:hanging="992"/>
      </w:pPr>
      <w:r w:rsidRPr="00D23244">
        <w:t>Výkresové soubory (ve formátu *.</w:t>
      </w:r>
      <w:proofErr w:type="spellStart"/>
      <w:r w:rsidRPr="00D23244">
        <w:t>dgn</w:t>
      </w:r>
      <w:proofErr w:type="spellEnd"/>
      <w:r w:rsidRPr="00D23244">
        <w:t>). Název souboru musí začínat „DSPS_PVS_, KN_, NH_, PS_ nebo SO_“:</w:t>
      </w:r>
    </w:p>
    <w:p w14:paraId="16B6725F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Výkres geodetického zaměření skutečného provedení všech definitivních PS a SO doplněný o štítky a soubor „identifikace.csv“, který bude obsahovat seznam těchto PS a SO,</w:t>
      </w:r>
    </w:p>
    <w:p w14:paraId="704E6719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 xml:space="preserve">Výkres nebo výkresy v M 1:1000 editovaného mapového podkladu s vymazáním neplatných prvků, který bude odpovídat předpisu SŽ M20/MP010, příloha C. </w:t>
      </w:r>
    </w:p>
    <w:p w14:paraId="0AD619F4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Výkres v M 1:1000 se zákresem platné mapy KN,</w:t>
      </w:r>
    </w:p>
    <w:p w14:paraId="52AE6075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Výkres v M 1:1000 se zákresem nové hranice ČD, SŽ po stavbě.</w:t>
      </w:r>
    </w:p>
    <w:p w14:paraId="06B758E6" w14:textId="77777777" w:rsidR="00443D42" w:rsidRPr="00D23244" w:rsidRDefault="00443D42" w:rsidP="007345FE">
      <w:pPr>
        <w:pStyle w:val="Text2-2"/>
        <w:numPr>
          <w:ilvl w:val="4"/>
          <w:numId w:val="14"/>
        </w:numPr>
        <w:ind w:left="1701" w:hanging="992"/>
      </w:pPr>
      <w:r w:rsidRPr="00D23244">
        <w:t>Předané geodetické části DSPS jednotlivých PS a SO</w:t>
      </w:r>
    </w:p>
    <w:p w14:paraId="42DA34B7" w14:textId="77777777" w:rsidR="00443D42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Seznam čísel a názvů PS a SO s uvedením zhotovitele geodetické části DSPS jednotlivých PS a SO (ve formátu *.</w:t>
      </w:r>
      <w:proofErr w:type="spellStart"/>
      <w:r w:rsidRPr="00D23244">
        <w:t>xlsx</w:t>
      </w:r>
      <w:proofErr w:type="spellEnd"/>
      <w:r w:rsidRPr="00D23244">
        <w:t>),</w:t>
      </w:r>
    </w:p>
    <w:p w14:paraId="48251D0F" w14:textId="77777777" w:rsidR="006C0E7C" w:rsidRPr="00D23244" w:rsidRDefault="00443D42" w:rsidP="00DE3429">
      <w:pPr>
        <w:pStyle w:val="Text2-2"/>
        <w:numPr>
          <w:ilvl w:val="5"/>
          <w:numId w:val="14"/>
        </w:numPr>
        <w:ind w:firstLine="142"/>
      </w:pPr>
      <w:r w:rsidRPr="00D23244">
        <w:t>TZ k jednotlivým PS a SO (ve formátu *.</w:t>
      </w:r>
      <w:proofErr w:type="spellStart"/>
      <w:r w:rsidRPr="00D23244">
        <w:t>pdf</w:t>
      </w:r>
      <w:proofErr w:type="spellEnd"/>
      <w:r w:rsidRPr="00D23244">
        <w:t>),</w:t>
      </w:r>
    </w:p>
    <w:p w14:paraId="52D8945A" w14:textId="77777777" w:rsidR="0093323A" w:rsidRPr="00D23244" w:rsidRDefault="0093323A" w:rsidP="00DE3429">
      <w:pPr>
        <w:pStyle w:val="Text2-2"/>
        <w:numPr>
          <w:ilvl w:val="5"/>
          <w:numId w:val="14"/>
        </w:numPr>
        <w:ind w:firstLine="142"/>
      </w:pPr>
      <w:r w:rsidRPr="00D23244">
        <w:t>Seznam souřadnic, výšek a charakteristik podrobných bodů k jednotlivým SO a PS (ve formátu *.</w:t>
      </w:r>
      <w:proofErr w:type="spellStart"/>
      <w:r w:rsidRPr="00D23244">
        <w:t>txt</w:t>
      </w:r>
      <w:proofErr w:type="spellEnd"/>
      <w:r w:rsidR="007F5DDD" w:rsidRPr="00D23244">
        <w:t>),</w:t>
      </w:r>
    </w:p>
    <w:p w14:paraId="59C01A9C" w14:textId="77777777" w:rsidR="0093323A" w:rsidRPr="00D23244" w:rsidRDefault="0093323A" w:rsidP="00DE3429">
      <w:pPr>
        <w:pStyle w:val="Text2-2"/>
        <w:numPr>
          <w:ilvl w:val="5"/>
          <w:numId w:val="14"/>
        </w:numPr>
        <w:ind w:firstLine="142"/>
      </w:pPr>
      <w:r w:rsidRPr="00D23244">
        <w:t>Výpočetní protokol a editované zápisníky ve formátu *.</w:t>
      </w:r>
      <w:proofErr w:type="spellStart"/>
      <w:r w:rsidRPr="00D23244">
        <w:t>txt</w:t>
      </w:r>
      <w:proofErr w:type="spellEnd"/>
      <w:r w:rsidRPr="00D23244">
        <w:t>; originální zápisníky ve formátu stroje, doložení splnění požadované přesnosti, kalibrační listy, fotodokumentace a další,</w:t>
      </w:r>
    </w:p>
    <w:p w14:paraId="39C9AB50" w14:textId="77777777" w:rsidR="0093323A" w:rsidRPr="00D23244" w:rsidRDefault="0093323A" w:rsidP="00DE3429">
      <w:pPr>
        <w:pStyle w:val="Text2-2"/>
        <w:numPr>
          <w:ilvl w:val="5"/>
          <w:numId w:val="14"/>
        </w:numPr>
        <w:ind w:firstLine="142"/>
      </w:pPr>
      <w:r w:rsidRPr="00D23244">
        <w:lastRenderedPageBreak/>
        <w:t>Výkresy jednotlivých PS a SO v M 1:1000 (ve formátu *.</w:t>
      </w:r>
      <w:proofErr w:type="spellStart"/>
      <w:r w:rsidRPr="00D23244">
        <w:t>dgn</w:t>
      </w:r>
      <w:proofErr w:type="spellEnd"/>
      <w:r w:rsidRPr="00D23244">
        <w:t xml:space="preserve"> a *.</w:t>
      </w:r>
      <w:proofErr w:type="spellStart"/>
      <w:r w:rsidRPr="00D23244">
        <w:t>pdf</w:t>
      </w:r>
      <w:proofErr w:type="spellEnd"/>
      <w:r w:rsidRPr="00D23244">
        <w:t>). Pokud jsou kóty a detaily vyžadovány ZTP, jsou zakresleny v samostatném pomocném výkrese DGN. Soubor PDF zachycuje soutisk hlavního a pomocného výkresu.</w:t>
      </w:r>
    </w:p>
    <w:p w14:paraId="08BDF156" w14:textId="77777777" w:rsidR="005220AF" w:rsidRPr="00D23244" w:rsidRDefault="005220AF" w:rsidP="00DE3429">
      <w:pPr>
        <w:pStyle w:val="Text2-2"/>
        <w:numPr>
          <w:ilvl w:val="5"/>
          <w:numId w:val="14"/>
        </w:numPr>
        <w:ind w:firstLine="142"/>
      </w:pPr>
      <w:r w:rsidRPr="00D23244">
        <w:t>Seznam PS a SO identifikovaných ve vztahu k parcelním číslům pozemků podle evidence právních vztahů KN. Formu a obsah seznamu upřesní ÚOZI Objednatele.</w:t>
      </w:r>
    </w:p>
    <w:p w14:paraId="79E0187A" w14:textId="77777777" w:rsidR="005220AF" w:rsidRPr="00D23244" w:rsidRDefault="005220AF" w:rsidP="007345FE">
      <w:pPr>
        <w:pStyle w:val="Text2-2"/>
        <w:numPr>
          <w:ilvl w:val="4"/>
          <w:numId w:val="14"/>
        </w:numPr>
        <w:ind w:left="1701" w:hanging="992"/>
      </w:pPr>
      <w:r w:rsidRPr="00D23244">
        <w:t>Geometrické plány</w:t>
      </w:r>
    </w:p>
    <w:p w14:paraId="2517EEEB" w14:textId="77777777" w:rsidR="005220AF" w:rsidRPr="00D23244" w:rsidRDefault="005220AF" w:rsidP="00DE3429">
      <w:pPr>
        <w:pStyle w:val="Text2-2"/>
        <w:numPr>
          <w:ilvl w:val="5"/>
          <w:numId w:val="14"/>
        </w:numPr>
        <w:ind w:firstLine="142"/>
      </w:pPr>
      <w:r w:rsidRPr="00D23244">
        <w:t>Seznam geometrických plánů obsahující jeho číslo, účel vyhotovení, číslo PS nebo SO pro který byl vyhotoven, staničení začátku a konce navrhované změny, název katastrálního území, seznam změnou dotčených parcel. Formu a obsah seznamu upřesní ÚOZI Objednatele,</w:t>
      </w:r>
    </w:p>
    <w:p w14:paraId="223564BF" w14:textId="77777777" w:rsidR="0093323A" w:rsidRPr="00D23244" w:rsidRDefault="005220AF" w:rsidP="00DE3429">
      <w:pPr>
        <w:pStyle w:val="Text2-2"/>
        <w:numPr>
          <w:ilvl w:val="5"/>
          <w:numId w:val="14"/>
        </w:numPr>
        <w:ind w:firstLine="142"/>
      </w:pPr>
      <w:r w:rsidRPr="00D23244">
        <w:t xml:space="preserve">Geometrické plány a přílohy dle </w:t>
      </w:r>
      <w:proofErr w:type="spellStart"/>
      <w:r w:rsidRPr="00D23244">
        <w:t>podčlánku</w:t>
      </w:r>
      <w:proofErr w:type="spellEnd"/>
      <w:r w:rsidRPr="00D23244">
        <w:t xml:space="preserve"> 1.7.3.5 Kapitoly 1 TKP.</w:t>
      </w:r>
    </w:p>
    <w:p w14:paraId="7566AFC7" w14:textId="77777777" w:rsidR="005220AF" w:rsidRPr="00D23244" w:rsidRDefault="005220AF" w:rsidP="007345FE">
      <w:pPr>
        <w:pStyle w:val="Odstavecseseznamem"/>
        <w:numPr>
          <w:ilvl w:val="4"/>
          <w:numId w:val="14"/>
        </w:numPr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Dokumentace definitivního zajištění koleje dle předpisu SŽDC S3 Železniční svršek, Díl III Zajištění prostorové polohy koleje (ve formátu *.</w:t>
      </w:r>
      <w:proofErr w:type="spellStart"/>
      <w:r w:rsidRPr="00D23244">
        <w:rPr>
          <w:sz w:val="18"/>
          <w:szCs w:val="18"/>
        </w:rPr>
        <w:t>docx</w:t>
      </w:r>
      <w:proofErr w:type="spellEnd"/>
      <w:r w:rsidRPr="00D23244">
        <w:rPr>
          <w:sz w:val="18"/>
          <w:szCs w:val="18"/>
        </w:rPr>
        <w:t>,*.</w:t>
      </w:r>
      <w:proofErr w:type="spellStart"/>
      <w:r w:rsidRPr="00D23244">
        <w:rPr>
          <w:sz w:val="18"/>
          <w:szCs w:val="18"/>
        </w:rPr>
        <w:t>xlsx</w:t>
      </w:r>
      <w:proofErr w:type="spellEnd"/>
      <w:r w:rsidRPr="00D23244">
        <w:rPr>
          <w:sz w:val="18"/>
          <w:szCs w:val="18"/>
        </w:rPr>
        <w:t>, *.</w:t>
      </w:r>
      <w:proofErr w:type="spellStart"/>
      <w:r w:rsidRPr="00D23244">
        <w:rPr>
          <w:sz w:val="18"/>
          <w:szCs w:val="18"/>
        </w:rPr>
        <w:t>dwg</w:t>
      </w:r>
      <w:proofErr w:type="spellEnd"/>
      <w:r w:rsidRPr="00D23244">
        <w:rPr>
          <w:sz w:val="18"/>
          <w:szCs w:val="18"/>
        </w:rPr>
        <w:t>, *.</w:t>
      </w:r>
      <w:proofErr w:type="spellStart"/>
      <w:r w:rsidRPr="00D23244">
        <w:rPr>
          <w:sz w:val="18"/>
          <w:szCs w:val="18"/>
        </w:rPr>
        <w:t>dng</w:t>
      </w:r>
      <w:proofErr w:type="spellEnd"/>
      <w:r w:rsidRPr="00D23244">
        <w:rPr>
          <w:sz w:val="18"/>
          <w:szCs w:val="18"/>
        </w:rPr>
        <w:t>, případně *.</w:t>
      </w:r>
      <w:proofErr w:type="spellStart"/>
      <w:r w:rsidRPr="00D23244">
        <w:rPr>
          <w:sz w:val="18"/>
          <w:szCs w:val="18"/>
        </w:rPr>
        <w:t>dfx</w:t>
      </w:r>
      <w:proofErr w:type="spellEnd"/>
      <w:r w:rsidRPr="00D23244">
        <w:rPr>
          <w:sz w:val="18"/>
          <w:szCs w:val="18"/>
        </w:rPr>
        <w:t xml:space="preserve"> a *.</w:t>
      </w:r>
      <w:proofErr w:type="spellStart"/>
      <w:r w:rsidRPr="00D23244">
        <w:rPr>
          <w:sz w:val="18"/>
          <w:szCs w:val="18"/>
        </w:rPr>
        <w:t>pdf</w:t>
      </w:r>
      <w:proofErr w:type="spellEnd"/>
      <w:r w:rsidRPr="00D23244">
        <w:rPr>
          <w:sz w:val="18"/>
          <w:szCs w:val="18"/>
        </w:rPr>
        <w:t>).</w:t>
      </w:r>
    </w:p>
    <w:p w14:paraId="7F724E90" w14:textId="325792DD" w:rsidR="009F244D" w:rsidRPr="00D23244" w:rsidRDefault="009F244D" w:rsidP="007345FE">
      <w:pPr>
        <w:pStyle w:val="Text2-2"/>
        <w:ind w:left="1701" w:hanging="992"/>
      </w:pPr>
      <w:r w:rsidRPr="00D23244">
        <w:t>V listinné podobě bude DSPS předána v rozsahu čl. 4.1.</w:t>
      </w:r>
      <w:r w:rsidR="00FD5F18" w:rsidRPr="00D23244">
        <w:t>3.</w:t>
      </w:r>
      <w:r w:rsidR="005D336A" w:rsidRPr="00D23244">
        <w:t>2</w:t>
      </w:r>
      <w:r w:rsidR="001E0774">
        <w:t>2</w:t>
      </w:r>
      <w:r w:rsidRPr="00D23244">
        <w:t xml:space="preserve"> těchto ZTP dle části a), e), f)(v) a f)(</w:t>
      </w:r>
      <w:proofErr w:type="spellStart"/>
      <w:r w:rsidRPr="00D23244">
        <w:t>vi</w:t>
      </w:r>
      <w:proofErr w:type="spellEnd"/>
      <w:r w:rsidRPr="00D23244">
        <w:t>).</w:t>
      </w:r>
    </w:p>
    <w:p w14:paraId="5F3CF275" w14:textId="77777777" w:rsidR="009F244D" w:rsidRPr="00D23244" w:rsidRDefault="009F244D" w:rsidP="007345FE">
      <w:pPr>
        <w:pStyle w:val="Text2-2"/>
        <w:ind w:left="1701" w:hanging="992"/>
      </w:pPr>
      <w:r w:rsidRPr="00D23244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D23244" w:rsidRDefault="009F244D" w:rsidP="007345FE">
      <w:pPr>
        <w:pStyle w:val="Text2-2"/>
        <w:ind w:left="1701" w:hanging="992"/>
      </w:pPr>
      <w:r w:rsidRPr="00D23244">
        <w:rPr>
          <w:b/>
        </w:rPr>
        <w:t>Součástí dokumentů skutečného provedení stavby</w:t>
      </w:r>
      <w:r w:rsidRPr="00D23244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4B72DACC" w14:textId="77777777" w:rsidR="009F244D" w:rsidRPr="00D23244" w:rsidRDefault="009F244D" w:rsidP="007345FE">
      <w:pPr>
        <w:pStyle w:val="Odstavecseseznamem"/>
        <w:numPr>
          <w:ilvl w:val="4"/>
          <w:numId w:val="14"/>
        </w:numPr>
        <w:spacing w:after="120"/>
        <w:ind w:left="1701" w:hanging="992"/>
        <w:jc w:val="both"/>
        <w:rPr>
          <w:sz w:val="18"/>
          <w:szCs w:val="18"/>
        </w:rPr>
      </w:pPr>
      <w:r w:rsidRPr="00D23244">
        <w:rPr>
          <w:sz w:val="18"/>
          <w:szCs w:val="18"/>
        </w:rPr>
        <w:t>doklady o udělených výjimkách z platných předpisů a norem, případně souhlas Drážního úřadu,</w:t>
      </w:r>
    </w:p>
    <w:p w14:paraId="10408F91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doklady o projednání PDPS,</w:t>
      </w:r>
    </w:p>
    <w:p w14:paraId="17D05DC8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závazná stanoviska dotčených orgánů a další doklady o jednání s dotčenými orgány a účastníky stavebního řízení,</w:t>
      </w:r>
    </w:p>
    <w:p w14:paraId="2FAA8CA9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vyjádření vlastníků a správců dotčených inženýrských sítí,</w:t>
      </w:r>
    </w:p>
    <w:p w14:paraId="3CE3026A" w14:textId="77777777" w:rsidR="009F244D" w:rsidRPr="00D23244" w:rsidRDefault="009F244D" w:rsidP="007345FE">
      <w:pPr>
        <w:pStyle w:val="Text2-2"/>
        <w:numPr>
          <w:ilvl w:val="4"/>
          <w:numId w:val="14"/>
        </w:numPr>
        <w:ind w:left="1701" w:hanging="992"/>
      </w:pPr>
      <w:r w:rsidRPr="00D23244">
        <w:t>doklady o projednání s vlastníky pozemků a staveb nebo bytů a nebytových prostor dotčených stavbou, popř. s jinými oprávněnými subjekty.</w:t>
      </w:r>
    </w:p>
    <w:p w14:paraId="6BE0803C" w14:textId="3B18D3C9" w:rsidR="009F244D" w:rsidRPr="009F244D" w:rsidRDefault="009F244D" w:rsidP="007345FE">
      <w:pPr>
        <w:pStyle w:val="Text2-2"/>
        <w:ind w:left="1701" w:hanging="992"/>
      </w:pPr>
      <w:r w:rsidRPr="009F244D">
        <w:t xml:space="preserve">Zhotovitel je v </w:t>
      </w:r>
      <w:r w:rsidRPr="00722BEB">
        <w:t xml:space="preserve">termínu </w:t>
      </w:r>
      <w:r w:rsidR="008C4EA5" w:rsidRPr="00722BEB">
        <w:t xml:space="preserve">nejpozději ke dni zahájení </w:t>
      </w:r>
      <w:r w:rsidR="00722BEB" w:rsidRPr="00722BEB">
        <w:t>stavebních</w:t>
      </w:r>
      <w:r w:rsidR="008C4EA5" w:rsidRPr="00722BEB">
        <w:t xml:space="preserve"> prací</w:t>
      </w:r>
      <w:r w:rsidR="00722BEB" w:rsidRPr="00722BEB">
        <w:t xml:space="preserve"> (viz bod 5.1.1 ZTP) </w:t>
      </w:r>
      <w:r w:rsidRPr="009F244D">
        <w:t xml:space="preserve">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59722F62" w:rsidR="006F687F" w:rsidRPr="00EA0BE4" w:rsidRDefault="006F687F" w:rsidP="007345FE">
      <w:pPr>
        <w:pStyle w:val="Text2-2"/>
        <w:ind w:left="1701" w:hanging="992"/>
      </w:pPr>
      <w:r w:rsidRPr="00722BEB">
        <w:t xml:space="preserve">Zhotovitel vždy </w:t>
      </w:r>
      <w:proofErr w:type="gramStart"/>
      <w:r w:rsidRPr="00722BEB">
        <w:t>předloží</w:t>
      </w:r>
      <w:proofErr w:type="gramEnd"/>
      <w:r w:rsidRPr="00722BEB">
        <w:t xml:space="preserve"> Objednateli</w:t>
      </w:r>
      <w:r w:rsidR="00722BEB" w:rsidRPr="00722BEB">
        <w:t>,</w:t>
      </w:r>
      <w:r w:rsidR="00722BEB">
        <w:t xml:space="preserve"> </w:t>
      </w:r>
      <w:r w:rsidR="00722BEB" w:rsidRPr="00722BEB">
        <w:t>a to</w:t>
      </w:r>
      <w:r w:rsidRPr="00722BEB">
        <w:t xml:space="preserve"> </w:t>
      </w:r>
      <w:r w:rsidR="00EA0BE4" w:rsidRPr="00722BEB">
        <w:t>nejpozději ke dni d</w:t>
      </w:r>
      <w:r w:rsidR="00722BEB" w:rsidRPr="00722BEB">
        <w:t>o</w:t>
      </w:r>
      <w:r w:rsidR="00EA0BE4" w:rsidRPr="00722BEB">
        <w:t>končení Díla</w:t>
      </w:r>
      <w:r w:rsidR="00722BEB" w:rsidRPr="00722BEB">
        <w:t xml:space="preserve"> (viz bod 5.1.1 ZTP)</w:t>
      </w:r>
      <w:r w:rsidR="00EA0BE4" w:rsidRPr="00722BEB">
        <w:t xml:space="preserve"> </w:t>
      </w:r>
      <w:r w:rsidRPr="00722BEB">
        <w:rPr>
          <w:b/>
        </w:rPr>
        <w:t>doklady o nakládání s odpady</w:t>
      </w:r>
      <w:r w:rsidRPr="00722BEB">
        <w:t>. Součástí</w:t>
      </w:r>
      <w:r w:rsidRPr="00EA0BE4">
        <w:t xml:space="preserve"> těchto dokladů budou zejména evidence o druzích a množství odpadů, evidence o množství a druzích recyklovaných stavebních a demoličních odpadů, odpadů předaných </w:t>
      </w:r>
      <w:r w:rsidRPr="00EA0BE4">
        <w:lastRenderedPageBreak/>
        <w:t xml:space="preserve">k recyklaci na recyklační závod, evidence o množství a druzích </w:t>
      </w:r>
      <w:proofErr w:type="spellStart"/>
      <w:r w:rsidRPr="00EA0BE4">
        <w:t>výzisku</w:t>
      </w:r>
      <w:proofErr w:type="spellEnd"/>
      <w:r w:rsidRPr="00EA0BE4">
        <w:t>, včetně evidence o jejich uskladnění, využití nebo odstranění, a to včetně provozovatelů zařízení určeného pro nakládání s odpady, jimž byly odpady předány.</w:t>
      </w:r>
    </w:p>
    <w:p w14:paraId="38BF2DD9" w14:textId="77777777" w:rsidR="006C44FD" w:rsidRPr="006F687F" w:rsidRDefault="006C44FD" w:rsidP="007345FE">
      <w:pPr>
        <w:pStyle w:val="Text2-2"/>
        <w:ind w:left="1701" w:hanging="99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7777777" w:rsidR="006F687F" w:rsidRPr="00D23244" w:rsidRDefault="006F687F" w:rsidP="007345FE">
      <w:pPr>
        <w:pStyle w:val="Text2-2"/>
        <w:ind w:left="1701" w:hanging="992"/>
      </w:pPr>
      <w:r w:rsidRPr="00D23244">
        <w:t xml:space="preserve">Zhotovitel se zavazuje zajistit u svých zaměstnanců a zaměstnanců poddodavatelů prokazatelné seznámení s </w:t>
      </w:r>
      <w:r w:rsidRPr="00D23244">
        <w:rPr>
          <w:b/>
        </w:rPr>
        <w:t xml:space="preserve">plánem BOZP </w:t>
      </w:r>
      <w:r w:rsidRPr="00D23244">
        <w:t>Díla (dle zákona č. 309/2006 Sb.</w:t>
      </w:r>
      <w:r w:rsidR="006C44FD" w:rsidRPr="00D23244">
        <w:t xml:space="preserve"> (zákon o zajištění dalších podmínek bezpečnosti a ochrany zdraví při práci))</w:t>
      </w:r>
      <w:r w:rsidRPr="00D23244">
        <w:t xml:space="preserve"> a doložit splnění této povinnosti písemně před předáním Staveniště Zhotoviteli. </w:t>
      </w:r>
    </w:p>
    <w:p w14:paraId="77E40174" w14:textId="2E9139A0" w:rsidR="00421120" w:rsidRPr="006F687F" w:rsidRDefault="00421120" w:rsidP="007345FE">
      <w:pPr>
        <w:pStyle w:val="Text2-2"/>
        <w:ind w:left="1701" w:hanging="992"/>
      </w:pPr>
      <w:r w:rsidRPr="00421120">
        <w:t xml:space="preserve">Zhotovitel se zavazuje zajistit, že zaměstnanci Zhotovitele a Poddodavatelů budou při pobytu v prostoru Staveniště </w:t>
      </w:r>
      <w:r w:rsidR="005E2503" w:rsidRPr="00421120">
        <w:t>na pracovním ochranném oděvu zřetelně označeni obchodní firmou nebo jménem Zhotovitele nebo Poddodavatele</w:t>
      </w:r>
      <w:r w:rsidRPr="00421120">
        <w:t>.</w:t>
      </w:r>
    </w:p>
    <w:p w14:paraId="2A410972" w14:textId="42A4BECC" w:rsidR="00161BD6" w:rsidRDefault="00421120" w:rsidP="007345FE">
      <w:pPr>
        <w:pStyle w:val="Text2-2"/>
        <w:ind w:left="1701" w:hanging="99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16426AE8" w14:textId="77777777" w:rsidR="00DF7BAA" w:rsidRDefault="00DF7BAA" w:rsidP="00DF7BAA">
      <w:pPr>
        <w:pStyle w:val="Nadpis2-2"/>
      </w:pPr>
      <w:bookmarkStart w:id="34" w:name="_Toc136588735"/>
      <w:r>
        <w:t xml:space="preserve">Zeměměřická </w:t>
      </w:r>
      <w:r w:rsidRPr="0080577B">
        <w:t>činnost</w:t>
      </w:r>
      <w:r>
        <w:t xml:space="preserve"> zhotovitele</w:t>
      </w:r>
      <w:bookmarkEnd w:id="34"/>
    </w:p>
    <w:p w14:paraId="0D0C0FDD" w14:textId="1D650ED3" w:rsidR="00DC55C8" w:rsidRDefault="00DC55C8" w:rsidP="00DC55C8">
      <w:pPr>
        <w:pStyle w:val="Text2-1"/>
      </w:pPr>
      <w:r w:rsidRPr="00DC55C8">
        <w:t xml:space="preserve">Zhotovitel zažádá jmenovaného ÚOZI (úředně oprávněný zeměměřičský inženýr) Objednatele </w:t>
      </w:r>
      <w:r w:rsidR="00D50388" w:rsidRPr="0031589F">
        <w:t xml:space="preserve">Ing. Martin </w:t>
      </w:r>
      <w:proofErr w:type="spellStart"/>
      <w:r w:rsidR="00D50388" w:rsidRPr="0031589F">
        <w:t>Votoupal</w:t>
      </w:r>
      <w:proofErr w:type="spellEnd"/>
      <w:r w:rsidR="00D50388" w:rsidRPr="0031589F">
        <w:t>, 972 762</w:t>
      </w:r>
      <w:r w:rsidR="00D50388">
        <w:t xml:space="preserve"> 033, 727 877 362, votoupal@spravazeleznic</w:t>
      </w:r>
      <w:r w:rsidR="00D50388" w:rsidRPr="0031589F">
        <w:t>.cz</w:t>
      </w:r>
      <w:r w:rsidRPr="00DC55C8">
        <w:t xml:space="preserve"> o zajištění aktuálních podkladů a postupu vyplývajícího z požadavků uvedených v TKP a těchto ZTP pro provedení díla nejpozději do termínu předání Staveniště.</w:t>
      </w:r>
    </w:p>
    <w:p w14:paraId="22C95300" w14:textId="2AEDF783" w:rsidR="00DC55C8" w:rsidRDefault="00DC55C8" w:rsidP="00DC55C8">
      <w:pPr>
        <w:pStyle w:val="Text2-1"/>
      </w:pPr>
      <w:r>
        <w:t>Poskytování geodetických podkladů se řídí Pokynem generálního ředitele</w:t>
      </w:r>
      <w:bookmarkStart w:id="35" w:name="_Hlk113520772"/>
      <w:bookmarkStart w:id="36" w:name="_Hlk113520921"/>
      <w:r w:rsidR="00234F48">
        <w:t xml:space="preserve"> </w:t>
      </w:r>
      <w:r>
        <w:t>SŽ</w:t>
      </w:r>
      <w:r w:rsidR="00C54E22">
        <w:t xml:space="preserve"> </w:t>
      </w:r>
      <w:r>
        <w:t>PO-06/2020-GŘ</w:t>
      </w:r>
      <w:bookmarkEnd w:id="35"/>
      <w:bookmarkEnd w:id="36"/>
      <w:r w:rsidR="00157FB9">
        <w:t>, Pokyn generálního ředitele k poskytování geodetických podkladů a činností pro přípravu a realizaci opravných a investičních akcí.</w:t>
      </w:r>
    </w:p>
    <w:p w14:paraId="2081E5F1" w14:textId="77777777" w:rsidR="00DC55C8" w:rsidRDefault="00DC55C8" w:rsidP="00DC55C8">
      <w:pPr>
        <w:pStyle w:val="Text2-1"/>
      </w:pPr>
      <w:r>
        <w:t xml:space="preserve">V případě staveb, které nejsou realizovány podle projektové dokumentace, bude přiměřeně uplatněno ustanovení TKP a dále zjednodušený postup popsaný v následujících bodech. </w:t>
      </w:r>
    </w:p>
    <w:p w14:paraId="325F1835" w14:textId="77777777" w:rsidR="00DC55C8" w:rsidRPr="00D50388" w:rsidRDefault="00DC55C8" w:rsidP="00DC55C8">
      <w:pPr>
        <w:pStyle w:val="Text2-1"/>
      </w:pPr>
      <w:r w:rsidRPr="00D50388">
        <w:t>Geodetická dokumentace (geodetická část projektové dokumentace nebo geodetická část DSPS) bude odevzdána digitálně v otevřené i uzavřené verzi a bude ověřena úředně oprávněným zeměměřickým inženýrem Zhotovitele (dále jen „ÚOZI Zhotovitele“). V případě doplnění nebo opravy musí být editovaná dokumentace opětovně ověřena ÚOZI Zhotovitele.</w:t>
      </w:r>
    </w:p>
    <w:p w14:paraId="053071F0" w14:textId="77777777" w:rsidR="00DC55C8" w:rsidRPr="00D50388" w:rsidRDefault="00DC55C8" w:rsidP="00DC55C8">
      <w:pPr>
        <w:pStyle w:val="Text2-1"/>
      </w:pPr>
      <w:r w:rsidRPr="00D50388">
        <w:t xml:space="preserve">Zhotovitel si zajistí prostřednictvím ÚOZI Zhotovitele geodetické a mapové podklady u ÚOZI Objednatele: dokumentaci o bodech ŽBP, železniční mapové podklady (dále jen „ŽMP“) a projekt stávajícího stavu PPK. ÚOZI Objednatele zajistí koordinaci s jednotlivými správci SŽG - ŽBP, ŽMP, PPK, popř. se správcem železničního katastru nemovitostí (dále jen „ŽKN“). </w:t>
      </w:r>
    </w:p>
    <w:p w14:paraId="2E8FBF02" w14:textId="59565232" w:rsidR="00DC55C8" w:rsidRPr="00D50388" w:rsidRDefault="00DC55C8" w:rsidP="00DC55C8">
      <w:pPr>
        <w:pStyle w:val="Text2-1"/>
      </w:pPr>
      <w:r w:rsidRPr="00D50388">
        <w:t xml:space="preserve">Dostupné podklady uvedené v čl. 4.2.5 těchto ZTP splňující TKP, předá ÚOZI Objednatele ÚOZI Zhotovitele a následně bude koordinovat zeměměřické činnosti Zhotovitele v souladu s platnými, obecně závaznými právními předpisy a interními dokumenty a předpisy Správy železnic. </w:t>
      </w:r>
    </w:p>
    <w:p w14:paraId="5B9F79C1" w14:textId="77777777" w:rsidR="00DC55C8" w:rsidRDefault="00DC55C8" w:rsidP="00DC55C8">
      <w:pPr>
        <w:pStyle w:val="Text2-1"/>
      </w:pPr>
      <w:r>
        <w:t>Případné doplňující měření geodetických a mapových podkladů nebo ověření osy koleje pro vypracování projektové dokumentace nebo projektu PPK zajistí Zhotovitel na vlastní náklady podle Metodických pokynů uvedených v</w:t>
      </w:r>
      <w:bookmarkStart w:id="37" w:name="_Hlk113458748"/>
      <w:r>
        <w:t> čl. 1.7.3 TKP ZEMĚMĚŘICKÁ ČINNOST ZAJIŠŤOVANÁ ZHOTOVITELEM</w:t>
      </w:r>
      <w:bookmarkEnd w:id="37"/>
      <w:r>
        <w:t xml:space="preserve"> a předá ÚOZI Objednatele ke kontrole.</w:t>
      </w:r>
    </w:p>
    <w:p w14:paraId="100ECCA3" w14:textId="77777777" w:rsidR="00DC55C8" w:rsidRDefault="00DC55C8" w:rsidP="00DC55C8">
      <w:pPr>
        <w:pStyle w:val="Text2-1"/>
      </w:pPr>
      <w:r>
        <w:lastRenderedPageBreak/>
        <w:t xml:space="preserve">Zhotovitel je povinen po dobu realizace stavby chránit body ŽBP. Dojde-li u bodů ŽBP k jejich zničení, poškození, neoprávněnému přemístění nebo učinění nepoužitelnými, a to ze strany činnosti Zhotovitele, musí být tato skutečnost neprodleně projednána s ÚOZI Objednatele, který tuto činnost koordinuje se správcem ŽBP. Přeložení, obnovení nebo přemístění bodů ŽBP včetně zaměření a určení bude uskutečněno Zhotovitelem ve spolupráci se správcem </w:t>
      </w:r>
      <w:proofErr w:type="gramStart"/>
      <w:r>
        <w:t>ŽBP</w:t>
      </w:r>
      <w:proofErr w:type="gramEnd"/>
      <w:r>
        <w:t xml:space="preserve"> a to na</w:t>
      </w:r>
      <w:r w:rsidRPr="00DC55C8">
        <w:rPr>
          <w:sz w:val="20"/>
          <w:szCs w:val="20"/>
        </w:rPr>
        <w:t xml:space="preserve"> </w:t>
      </w:r>
      <w:r w:rsidRPr="00DC55C8">
        <w:t>náklady zhotovitele. Dokumentaci nového ŽBP předá Zhotovitel UOZI Objednatele nejpozději při ukončení stavby. Dokumentace nového ŽBP bude součástí DSPS v případě, že samotné DSPS je součástí smluvního vztahu.</w:t>
      </w:r>
    </w:p>
    <w:p w14:paraId="22CD55CB" w14:textId="77777777" w:rsidR="00DC55C8" w:rsidRDefault="00DC55C8" w:rsidP="00DC55C8">
      <w:pPr>
        <w:pStyle w:val="Text2-1"/>
      </w:pPr>
      <w:r>
        <w:t xml:space="preserve">Pokud bude pro stavbu vyhotovován projekt PPK, Zhotovitel zajistí návaznost tohoto projektu na stávající projekty PPK a předá ho místně příslušnému správci PPK ke kontrole a schválení před zahájením prací na zřízení BK, a to v digitálním provedení v otevřené formě včetně seznamu souřadnic v textovém formátu. </w:t>
      </w:r>
    </w:p>
    <w:p w14:paraId="3A6118A6" w14:textId="77777777" w:rsidR="00DC55C8" w:rsidRDefault="00DC55C8" w:rsidP="00DC55C8">
      <w:pPr>
        <w:pStyle w:val="Text2-1"/>
      </w:pPr>
      <w:r>
        <w:t>V případě úpravy GPK metodou propracování (popř. metodou zmenšování chyb) bude její zaměření součástí dokumentace zaměření skutečného stavu.</w:t>
      </w:r>
    </w:p>
    <w:p w14:paraId="39FB7238" w14:textId="77777777" w:rsidR="00DC55C8" w:rsidRDefault="00DC55C8" w:rsidP="00DC55C8">
      <w:pPr>
        <w:pStyle w:val="Text2-1"/>
      </w:pPr>
      <w:r>
        <w:t>V případě úpravy GPK a zřízení BK, Zhotovitel před zahájením prací na zřízení BK zašle místně příslušnému správci PPK dle předpisu SŽDC S3/2 Bezstyková kolej, v platném znění, bodu č. 107, dokumentaci k ověření PPK (viz také Metodický pokyn SŽDC M20/MP004 Metodický pokyn pro měření prostorové polohy koleje).</w:t>
      </w:r>
    </w:p>
    <w:p w14:paraId="5067E6D1" w14:textId="77777777" w:rsidR="00DC55C8" w:rsidRDefault="00DC55C8" w:rsidP="00DC55C8">
      <w:pPr>
        <w:pStyle w:val="Text2-1"/>
      </w:pPr>
      <w:r>
        <w:t>Při měření GNSS technologií se ověření přesnosti mapování provádí průběžně na všech bodech ŽBP v dané lokalitě s vhodnými podmínkami pro observaci, nejméně však na 2 bodech ŽBP a minimálně na začátku a na konci každého měření. Tyto body plní funkci identických bodů, zaměřují se metodou RTK min. 1 x při délce záznamu min. 20 vteřin (epoch) a výsledky budou přehledně zpracovány a předány v souboru overeni_ZBP.xlsx. Metodami RTK není možno měřit prvky, které mají předepsanou 2. třídu přesnosti.</w:t>
      </w:r>
    </w:p>
    <w:p w14:paraId="774FF903" w14:textId="77777777" w:rsidR="00DC55C8" w:rsidRDefault="00DC55C8" w:rsidP="00DC55C8">
      <w:pPr>
        <w:pStyle w:val="Text2-1"/>
      </w:pPr>
      <w:r>
        <w:t xml:space="preserve">V případě, že je realizován PS, SO (nebo jeho část) v nové trase nebo nové poloze oproti stávajícímu stavu a bude se nacházet na pozemcích, které nejsou ve vlastnictví Správy železnic a jsou ve vzdálenosti od hranice pozemku ve vlastnictví Správy železnic prokazatelně větší, než je mezní odchylka přesnosti lomových bodů katastrální mapy, je nutné vyhotovit geometrický plán. Jedná se především o kabelové trasy a další technologické objekty. Zhotovitel musí vzít v úvahu i aktuální stav ÚMVŽST, kterou na vyžádání Zhotovitele dodá UOZI Objednatele. </w:t>
      </w:r>
    </w:p>
    <w:p w14:paraId="5210E3F2" w14:textId="77777777" w:rsidR="00DC55C8" w:rsidRDefault="00DC55C8" w:rsidP="00DC55C8">
      <w:pPr>
        <w:pStyle w:val="Text2-1"/>
      </w:pPr>
      <w:r>
        <w:t>Pro stanovení rozsahu šířky věcného břemene pro PS, SO, které jsou anebo budou ve správě či vlastnictví Správy železnic, platí tabulka Rozsah věcných břemen ke stažení na webovém odkazu https://www.spravazeleznic.cz/stavby-zakazky/podklady-pro-zhotovitele/zaborovy-elaborat.</w:t>
      </w:r>
    </w:p>
    <w:p w14:paraId="6D059E7E" w14:textId="77777777" w:rsidR="00DC55C8" w:rsidRPr="00D50388" w:rsidRDefault="00DC55C8" w:rsidP="00DC55C8">
      <w:pPr>
        <w:pStyle w:val="Text2-1"/>
      </w:pPr>
      <w:r w:rsidRPr="00D50388">
        <w:t xml:space="preserve">Zhotovitel předá dokumentaci ÚOZI Objednatele ke kontrole v termínu odevzdání DSPS uvedeném ve smlouvě o dílo, nejpozději však do 30 dnů od ukončení prací dle platného harmonogramu stavby. ÚOZI Objednatele provede věcnou a formální kontrolu DSPS. Při shledání nedostatků ÚOZI Objednatele zašle vyjádření s uvedenými nedostatky Zhotoviteli, který následně provede opravu DSPS do 10 pracovních dnů. </w:t>
      </w:r>
    </w:p>
    <w:p w14:paraId="4F09C53C" w14:textId="2D9E2319" w:rsidR="00DF7BAA" w:rsidRPr="00DB1800" w:rsidRDefault="00DF7BAA" w:rsidP="00DF7BAA">
      <w:pPr>
        <w:pStyle w:val="Nadpis2-2"/>
      </w:pPr>
      <w:bookmarkStart w:id="38" w:name="_Toc6410438"/>
      <w:bookmarkStart w:id="39" w:name="_Toc136588736"/>
      <w:r w:rsidRPr="00DB1800">
        <w:t>Doklady pře</w:t>
      </w:r>
      <w:r w:rsidR="00F606EE" w:rsidRPr="00DB1800">
        <w:t>d</w:t>
      </w:r>
      <w:r w:rsidRPr="00DB1800">
        <w:t>kládané zhotovitelem</w:t>
      </w:r>
      <w:bookmarkEnd w:id="38"/>
      <w:bookmarkEnd w:id="39"/>
    </w:p>
    <w:p w14:paraId="44E06185" w14:textId="1F7BE850" w:rsidR="00D12C76" w:rsidRDefault="00562909" w:rsidP="00562909">
      <w:pPr>
        <w:pStyle w:val="Text2-1"/>
      </w:pPr>
      <w:r w:rsidRPr="00DB1800">
        <w:t>Pokud již Zhotovitel nepředložil dále uvedené doklady pře uzavřením SOD, předloží p</w:t>
      </w:r>
      <w:r w:rsidR="00D12C76" w:rsidRPr="00DB1800">
        <w:t>řed zahájením prací na objektech, jejichž součástí jsou „Určená technická zařízení“ ve smyslu vyhlášky MD č. 100/1995 Sb., kterou se stanoví podmínky pro provoz, konstrukci a</w:t>
      </w:r>
      <w:r w:rsidRPr="00DB1800">
        <w:t> </w:t>
      </w:r>
      <w:r w:rsidR="00D12C76" w:rsidRPr="00DB1800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 w:rsidRPr="00DB1800">
        <w:t xml:space="preserve">pověření nebo má </w:t>
      </w:r>
      <w:r w:rsidR="00D12C76" w:rsidRPr="00DB1800">
        <w:t xml:space="preserve">zajištěnou spolupráci </w:t>
      </w:r>
      <w:r w:rsidRPr="00DB1800">
        <w:t>s </w:t>
      </w:r>
      <w:r w:rsidR="00D12C76" w:rsidRPr="00DB1800">
        <w:t>právnick</w:t>
      </w:r>
      <w:r w:rsidRPr="00DB1800">
        <w:t xml:space="preserve">ou </w:t>
      </w:r>
      <w:r w:rsidR="00D12C76" w:rsidRPr="00DB1800">
        <w:t>osob</w:t>
      </w:r>
      <w:r w:rsidRPr="00DB1800">
        <w:t>ou, která má pověření</w:t>
      </w:r>
      <w:r w:rsidR="00D12C76" w:rsidRPr="00DB1800">
        <w:t xml:space="preserve"> podle ustanovení § 47 odst. 4 zákona č. 266/1994 Sb. o drahách v platném znění pro všechny druhy „Určených technických zařízení“, dotčených </w:t>
      </w:r>
      <w:r w:rsidR="00840EA1" w:rsidRPr="00DB1800">
        <w:t>stavebními pr</w:t>
      </w:r>
      <w:r w:rsidR="00174630" w:rsidRPr="00DB1800">
        <w:t>a</w:t>
      </w:r>
      <w:r w:rsidR="00840EA1" w:rsidRPr="00DB1800">
        <w:t xml:space="preserve">cemi. </w:t>
      </w:r>
      <w:r w:rsidR="00D12C76" w:rsidRPr="00DB1800">
        <w:t>Z tohoto dokladu musí být zřejmé, že se vztahuje k plnění předmětné zakázky a bez jeho předložení těchto dokladů nebude možné zahájit práce na výše uvedených objektech.</w:t>
      </w:r>
    </w:p>
    <w:p w14:paraId="6F8C1AA1" w14:textId="5B3A0296" w:rsidR="00733263" w:rsidRPr="00DB1800" w:rsidRDefault="00733263" w:rsidP="00562909">
      <w:pPr>
        <w:pStyle w:val="Text2-1"/>
      </w:pPr>
      <w:r>
        <w:t>Přehled</w:t>
      </w:r>
      <w:r w:rsidRPr="007171F3">
        <w:t xml:space="preserve"> dokladů </w:t>
      </w:r>
      <w:r>
        <w:t>zejména ve vztahu k odborné způsobilosti dodavatele, případně jiných osob, které budou pro Zhotovitele příslušnou činnost vykonávat a jsou požadovány pro tuto stavbu, jsou</w:t>
      </w:r>
      <w:r w:rsidRPr="007171F3">
        <w:t xml:space="preserve"> definován</w:t>
      </w:r>
      <w:r>
        <w:t>y</w:t>
      </w:r>
      <w:r w:rsidRPr="007171F3">
        <w:t xml:space="preserve"> v</w:t>
      </w:r>
      <w:r>
        <w:t xml:space="preserve"> Zadávací dokumentaci, včetně souvisejících podmínek pro </w:t>
      </w:r>
      <w:r>
        <w:lastRenderedPageBreak/>
        <w:t xml:space="preserve">jejich platnost, pro změnu odborně způsobilých osob a další. Zhotovitel je povinen pracovat dle platných předpisů SŽ, tzn. i dle Interního předpisu SŽ Zam1. </w:t>
      </w:r>
    </w:p>
    <w:p w14:paraId="4E3B5150" w14:textId="77777777" w:rsidR="00DF7BAA" w:rsidRPr="00953A4A" w:rsidRDefault="00DF7BAA" w:rsidP="00DF7BAA">
      <w:pPr>
        <w:pStyle w:val="Nadpis2-2"/>
      </w:pPr>
      <w:bookmarkStart w:id="40" w:name="_Toc6410439"/>
      <w:bookmarkStart w:id="41" w:name="_Toc136588737"/>
      <w:r w:rsidRPr="00953A4A">
        <w:t>Dokumentace zhotovitele pro stavbu</w:t>
      </w:r>
      <w:bookmarkEnd w:id="40"/>
      <w:bookmarkEnd w:id="41"/>
    </w:p>
    <w:p w14:paraId="12D137DF" w14:textId="77777777" w:rsidR="00594BB4" w:rsidRPr="000F4859" w:rsidRDefault="00594BB4" w:rsidP="00594BB4">
      <w:pPr>
        <w:pStyle w:val="Text2-1"/>
      </w:pPr>
      <w:r w:rsidRPr="000F4859">
        <w:t>Součástí předmětu díla je i vyhotovení Realizační dokumentace stavby (výrobní, montážní, dílenské), která v případě potřeby rozpracovává podrobně zadávací dokumentaci (PDPS) dle přílohy č. 4 vyhlášky č. 146/2008 Sb. o rozsahu a obsahu projektové dokumentace dopravních staveb, v platném znění, příslušných TKP Staveb státních drah a Směrnice GŘ č. 11/2006 Dokumentace pro přípravu staveb na železničních drahách celostátních a regionálních, v platném znění (dále „Směrnice GŘ č. 11/2006“), zejména pro:</w:t>
      </w:r>
    </w:p>
    <w:p w14:paraId="7F5911EB" w14:textId="3D482CAE" w:rsidR="00594BB4" w:rsidRDefault="00594BB4" w:rsidP="00594BB4">
      <w:pPr>
        <w:pStyle w:val="Odstavec1-1a"/>
        <w:numPr>
          <w:ilvl w:val="0"/>
          <w:numId w:val="7"/>
        </w:numPr>
        <w:spacing w:after="120"/>
      </w:pPr>
      <w:r>
        <w:t xml:space="preserve">Rozvaděče </w:t>
      </w:r>
      <w:proofErr w:type="spellStart"/>
      <w:r>
        <w:t>nn</w:t>
      </w:r>
      <w:proofErr w:type="spellEnd"/>
      <w:r>
        <w:t xml:space="preserve"> s</w:t>
      </w:r>
      <w:r w:rsidR="00B279F0">
        <w:t> dohledovým a diagnostickým</w:t>
      </w:r>
      <w:r>
        <w:t xml:space="preserve"> systémem, napojení do stávajícího diagnostického a dohledového systému na elektrodispečinku Ostrava a návaznosti na systém EOV</w:t>
      </w:r>
    </w:p>
    <w:p w14:paraId="109FD0B0" w14:textId="77777777" w:rsidR="00EE6FF4" w:rsidRPr="00953A4A" w:rsidRDefault="00740821" w:rsidP="00F21EDB">
      <w:pPr>
        <w:pStyle w:val="Text2-1"/>
      </w:pPr>
      <w:r w:rsidRPr="00D50388">
        <w:t>Za dodání schválené související výkresové dokumentace</w:t>
      </w:r>
      <w:r w:rsidRPr="00953A4A">
        <w:t xml:space="preserve"> pro ostatní stavební postupy zodpovídá Zhotovitel stavby v souladu s přílohou P8 směrnice SŽ SM011. </w:t>
      </w:r>
    </w:p>
    <w:p w14:paraId="4B0ECEFE" w14:textId="6067FE9E" w:rsidR="00740821" w:rsidRPr="00953A4A" w:rsidRDefault="00740821" w:rsidP="00F21EDB">
      <w:pPr>
        <w:pStyle w:val="Text2-1"/>
      </w:pPr>
      <w:r w:rsidRPr="00953A4A">
        <w:t>Zhotovitel zpracuje technologické předpisy (</w:t>
      </w:r>
      <w:proofErr w:type="spellStart"/>
      <w:r w:rsidRPr="00953A4A">
        <w:t>TePř</w:t>
      </w:r>
      <w:proofErr w:type="spellEnd"/>
      <w:r w:rsidRPr="00953A4A">
        <w:t>) provádění prací včetně kontrolního a zkušebního plánu v jednotlivých etapách stavby (především v plánované výluce) jednotlivých SO a PS v přiměřeném rozsahu nutném pro realizaci stavby</w:t>
      </w:r>
      <w:r w:rsidR="0060019A" w:rsidRPr="00953A4A">
        <w:t>.</w:t>
      </w:r>
    </w:p>
    <w:p w14:paraId="19F38ADB" w14:textId="77777777" w:rsidR="00B53E41" w:rsidRPr="006411F1" w:rsidRDefault="00DF7BAA" w:rsidP="0060019A">
      <w:pPr>
        <w:pStyle w:val="Nadpis2-2"/>
      </w:pPr>
      <w:bookmarkStart w:id="42" w:name="_Toc6410440"/>
      <w:bookmarkStart w:id="43" w:name="_Toc136588738"/>
      <w:r w:rsidRPr="006411F1">
        <w:t>Dokumentace skutečného provedení stavby</w:t>
      </w:r>
      <w:bookmarkEnd w:id="42"/>
      <w:bookmarkEnd w:id="43"/>
    </w:p>
    <w:p w14:paraId="75D4363E" w14:textId="43BE4BF0" w:rsidR="006411F1" w:rsidRPr="006411F1" w:rsidRDefault="006411F1" w:rsidP="006411F1">
      <w:pPr>
        <w:pStyle w:val="Text2-1"/>
        <w:rPr>
          <w:color w:val="00A1E0"/>
        </w:rPr>
      </w:pPr>
      <w:r>
        <w:t xml:space="preserve">Objednatel požaduje standardní vyhotovení </w:t>
      </w:r>
      <w:r w:rsidR="000E11D6">
        <w:t>DSPS</w:t>
      </w:r>
      <w:r w:rsidRPr="006411F1">
        <w:t xml:space="preserve"> </w:t>
      </w:r>
      <w:r>
        <w:t>dle TKP.</w:t>
      </w:r>
    </w:p>
    <w:p w14:paraId="63B3DF2E" w14:textId="77777777" w:rsidR="00F310FA" w:rsidRPr="00D23244" w:rsidRDefault="00D12C76" w:rsidP="00DE3429">
      <w:pPr>
        <w:pStyle w:val="Text2-2"/>
        <w:tabs>
          <w:tab w:val="num" w:pos="1701"/>
        </w:tabs>
        <w:ind w:left="1701" w:hanging="850"/>
      </w:pPr>
      <w:r w:rsidRPr="00D23244">
        <w:t>Zhotovitel musí rovněž zajistit aktualizaci nebo vydání nového průkazu způsobilosti UTZ.</w:t>
      </w:r>
    </w:p>
    <w:p w14:paraId="00B8E2C3" w14:textId="408B6DA4" w:rsidR="00470F14" w:rsidRPr="00D23244" w:rsidRDefault="00606137" w:rsidP="000E11D6">
      <w:pPr>
        <w:pStyle w:val="Text2-1"/>
        <w:rPr>
          <w:rFonts w:eastAsia="Verdana" w:cs="Times New Roman"/>
        </w:rPr>
      </w:pPr>
      <w:r w:rsidRPr="00D23244">
        <w:t xml:space="preserve">Předání DSPS dle oddílu 1.11.5 Kapitoly 1 TKP </w:t>
      </w:r>
      <w:r w:rsidR="00525C0C" w:rsidRPr="00D23244">
        <w:t>a dle</w:t>
      </w:r>
      <w:r w:rsidRPr="00D23244">
        <w:t xml:space="preserve"> čl. 4.1.2.2</w:t>
      </w:r>
      <w:r w:rsidR="001E0774">
        <w:t>5</w:t>
      </w:r>
      <w:r w:rsidRPr="00D23244">
        <w:t xml:space="preserve"> - 4.1.2.28 těchto ZTP proběhne na médiu: </w:t>
      </w:r>
      <w:r w:rsidRPr="00D23244">
        <w:rPr>
          <w:b/>
        </w:rPr>
        <w:t xml:space="preserve">USB </w:t>
      </w:r>
      <w:proofErr w:type="spellStart"/>
      <w:r w:rsidRPr="00D23244">
        <w:rPr>
          <w:b/>
        </w:rPr>
        <w:t>flash</w:t>
      </w:r>
      <w:proofErr w:type="spellEnd"/>
      <w:r w:rsidRPr="00D23244">
        <w:rPr>
          <w:b/>
        </w:rPr>
        <w:t xml:space="preserve"> disk</w:t>
      </w:r>
      <w:r w:rsidR="002939DD">
        <w:rPr>
          <w:rFonts w:eastAsia="Verdana" w:cs="Times New Roman"/>
        </w:rPr>
        <w:t>.</w:t>
      </w:r>
    </w:p>
    <w:p w14:paraId="3B67C881" w14:textId="77777777" w:rsidR="00DF7BAA" w:rsidRDefault="00DF7BAA" w:rsidP="00DF7BAA">
      <w:pPr>
        <w:pStyle w:val="Nadpis2-2"/>
      </w:pPr>
      <w:bookmarkStart w:id="44" w:name="_Toc136588739"/>
      <w:bookmarkStart w:id="45" w:name="_Toc6410458"/>
      <w:r>
        <w:t>Životní prostředí</w:t>
      </w:r>
      <w:bookmarkEnd w:id="44"/>
      <w:r>
        <w:t xml:space="preserve"> </w:t>
      </w:r>
      <w:bookmarkEnd w:id="45"/>
    </w:p>
    <w:p w14:paraId="0E03E227" w14:textId="63BA41BD" w:rsidR="00067FA3" w:rsidRPr="00722BEB" w:rsidRDefault="001860E7" w:rsidP="00722BEB">
      <w:pPr>
        <w:pStyle w:val="Text2-1"/>
        <w:tabs>
          <w:tab w:val="num" w:pos="5076"/>
        </w:tabs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4EDCA4D" w14:textId="33DA9856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a tuto cenu si včetně rizika zohlední v nabídkové ceně položky.   </w:t>
      </w:r>
    </w:p>
    <w:p w14:paraId="2176B64E" w14:textId="77777777" w:rsidR="00E50E94" w:rsidRPr="009667B1" w:rsidRDefault="00E50E94" w:rsidP="00DB1800">
      <w:pPr>
        <w:pStyle w:val="Text2-2"/>
        <w:tabs>
          <w:tab w:val="num" w:pos="1701"/>
        </w:tabs>
        <w:ind w:left="1701" w:hanging="992"/>
        <w:rPr>
          <w:rStyle w:val="Tun"/>
        </w:rPr>
      </w:pPr>
      <w:r w:rsidRPr="009667B1">
        <w:rPr>
          <w:rStyle w:val="Tun"/>
        </w:rPr>
        <w:t xml:space="preserve">Polohy a vzdálenosti skládek, resp. recyklačních míst/center pro likvidaci, resp. recyklaci odpadů uvedené v Projektové dokumentaci nebo jiné části Zadávací dokumentace jsou pouze informativní a </w:t>
      </w:r>
      <w:proofErr w:type="gramStart"/>
      <w:r w:rsidRPr="009667B1">
        <w:rPr>
          <w:rStyle w:val="Tun"/>
        </w:rPr>
        <w:t>slouží</w:t>
      </w:r>
      <w:proofErr w:type="gramEnd"/>
      <w:r w:rsidRPr="009667B1">
        <w:rPr>
          <w:rStyle w:val="Tun"/>
        </w:rPr>
        <w:t xml:space="preserve">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6" w:name="_Toc6410460"/>
      <w:bookmarkStart w:id="47" w:name="_Toc136588740"/>
      <w:r w:rsidRPr="00EC2E51">
        <w:t>ORGANIZACE</w:t>
      </w:r>
      <w:r>
        <w:t xml:space="preserve"> VÝSTAVBY, VÝLUKY</w:t>
      </w:r>
      <w:bookmarkEnd w:id="46"/>
      <w:bookmarkEnd w:id="47"/>
    </w:p>
    <w:p w14:paraId="0587D65B" w14:textId="776D4EFE" w:rsidR="00DF7BAA" w:rsidRPr="00EC02A5" w:rsidRDefault="00DF7BAA" w:rsidP="00DF7BAA">
      <w:pPr>
        <w:pStyle w:val="Text2-1"/>
      </w:pPr>
      <w:r w:rsidRPr="00EC02A5">
        <w:t xml:space="preserve">Závazným pro </w:t>
      </w:r>
      <w:r w:rsidR="00DB58AA" w:rsidRPr="00EC02A5">
        <w:t>Z</w:t>
      </w:r>
      <w:r w:rsidRPr="00EC02A5">
        <w:t>hotovitele jsou</w:t>
      </w:r>
      <w:r w:rsidR="008B4F46">
        <w:t xml:space="preserve"> níže uvedené </w:t>
      </w:r>
      <w:r w:rsidRPr="00C2573F">
        <w:t>termíny a rozsah výluk,</w:t>
      </w:r>
      <w:r w:rsidRPr="00EC02A5">
        <w:t xml:space="preserve"> které jsou uvedeny v následující tabulce</w:t>
      </w:r>
      <w:r w:rsidR="003B0E7F">
        <w:t xml:space="preserve"> </w:t>
      </w:r>
      <w:r w:rsidR="003B0E7F" w:rsidRPr="0099003A">
        <w:t xml:space="preserve">(uvedené milníky musí </w:t>
      </w:r>
      <w:r w:rsidR="003B0E7F">
        <w:t>korespondovat</w:t>
      </w:r>
      <w:r w:rsidR="003B0E7F" w:rsidRPr="0099003A">
        <w:t xml:space="preserve"> s požadavkem na</w:t>
      </w:r>
      <w:r w:rsidR="003B0E7F">
        <w:t xml:space="preserve"> doložení</w:t>
      </w:r>
      <w:r w:rsidR="003B0E7F" w:rsidRPr="0099003A">
        <w:t xml:space="preserve"> Harmonogram</w:t>
      </w:r>
      <w:r w:rsidR="003B0E7F">
        <w:t>u</w:t>
      </w:r>
      <w:r w:rsidR="003B0E7F" w:rsidRPr="0099003A">
        <w:t xml:space="preserve"> postupu prací dle Zadávací dokumentace)</w:t>
      </w:r>
      <w:r w:rsidRPr="00EC02A5">
        <w:t>:</w:t>
      </w:r>
    </w:p>
    <w:p w14:paraId="47372265" w14:textId="77777777" w:rsidR="00BC5413" w:rsidRPr="00EC02A5" w:rsidRDefault="00756A89" w:rsidP="005D2C6C">
      <w:pPr>
        <w:pStyle w:val="TabulkaNadpis"/>
      </w:pPr>
      <w:r w:rsidRPr="00EC02A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EC02A5" w:rsidRDefault="009D623F" w:rsidP="0002279D">
            <w:pPr>
              <w:pStyle w:val="Tabulka-7"/>
              <w:rPr>
                <w:b/>
              </w:rPr>
            </w:pPr>
            <w:r w:rsidRPr="00EC02A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EC02A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EC02A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C02A5">
              <w:rPr>
                <w:b/>
              </w:rPr>
              <w:t>Doba</w:t>
            </w:r>
            <w:r w:rsidR="00756A89" w:rsidRPr="00EC02A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A0F3633" w14:textId="77777777" w:rsidR="00580BF5" w:rsidRPr="00D23244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249F1A6C" w14:textId="703B7EFC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Zahájení stavby</w:t>
            </w:r>
            <w:r w:rsidR="008B4F46" w:rsidRPr="00D23244">
              <w:t xml:space="preserve"> (stavebních prací) – dnem předání staveniště ve smyslu čl. 3.7 SOD</w:t>
            </w:r>
          </w:p>
        </w:tc>
        <w:tc>
          <w:tcPr>
            <w:tcW w:w="1694" w:type="dxa"/>
          </w:tcPr>
          <w:p w14:paraId="06C55730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4ABDF448" w14:textId="60E9D992" w:rsidR="008B4F46" w:rsidRPr="00D23244" w:rsidRDefault="008B4F46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 w:rsidR="00D23244" w:rsidRPr="00D23244">
              <w:rPr>
                <w:sz w:val="14"/>
              </w:rPr>
              <w:t>5</w:t>
            </w:r>
            <w:r w:rsidRPr="00D23244">
              <w:rPr>
                <w:sz w:val="14"/>
              </w:rPr>
              <w:t xml:space="preserve"> pracovních dnů od účinnosti smlouvy</w:t>
            </w:r>
          </w:p>
          <w:p w14:paraId="5BAE7785" w14:textId="5AA253E6" w:rsidR="00580BF5" w:rsidRPr="00D23244" w:rsidRDefault="008B4F46" w:rsidP="0040437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(předpoklad </w:t>
            </w:r>
            <w:r w:rsidR="0040437E">
              <w:rPr>
                <w:sz w:val="14"/>
              </w:rPr>
              <w:t>srpen</w:t>
            </w:r>
            <w:r w:rsidR="00580BF5" w:rsidRPr="00D23244">
              <w:rPr>
                <w:sz w:val="14"/>
              </w:rPr>
              <w:t xml:space="preserve"> 20</w:t>
            </w:r>
            <w:r w:rsidRPr="00D23244">
              <w:rPr>
                <w:sz w:val="14"/>
              </w:rPr>
              <w:t>23)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77777777" w:rsidR="00580BF5" w:rsidRPr="00D23244" w:rsidRDefault="00580BF5" w:rsidP="00580BF5">
            <w:pPr>
              <w:pStyle w:val="Tabulka-7"/>
            </w:pPr>
            <w:r w:rsidRPr="00D23244">
              <w:t>1. Stavební postup / Etapa</w:t>
            </w:r>
          </w:p>
        </w:tc>
        <w:tc>
          <w:tcPr>
            <w:tcW w:w="3073" w:type="dxa"/>
          </w:tcPr>
          <w:p w14:paraId="68FF7475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Přípravné práce</w:t>
            </w:r>
          </w:p>
        </w:tc>
        <w:tc>
          <w:tcPr>
            <w:tcW w:w="1694" w:type="dxa"/>
          </w:tcPr>
          <w:p w14:paraId="2B23A969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25BEE6FC" w:rsidR="00580BF5" w:rsidRPr="00D23244" w:rsidRDefault="0040437E" w:rsidP="008B4F46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srpen</w:t>
            </w:r>
            <w:r w:rsidR="00580BF5" w:rsidRPr="00D23244">
              <w:rPr>
                <w:sz w:val="14"/>
              </w:rPr>
              <w:t xml:space="preserve"> 20</w:t>
            </w:r>
            <w:r w:rsidR="008B4F46" w:rsidRPr="00D23244">
              <w:rPr>
                <w:sz w:val="14"/>
              </w:rPr>
              <w:t>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77777777" w:rsidR="00580BF5" w:rsidRPr="00D23244" w:rsidRDefault="00580BF5" w:rsidP="00580BF5">
            <w:pPr>
              <w:pStyle w:val="Tabulka-7"/>
            </w:pPr>
            <w:r w:rsidRPr="00D23244">
              <w:t>2. Stavební postup / Etapa</w:t>
            </w:r>
          </w:p>
        </w:tc>
        <w:tc>
          <w:tcPr>
            <w:tcW w:w="3073" w:type="dxa"/>
          </w:tcPr>
          <w:p w14:paraId="786C1D3A" w14:textId="143C6979" w:rsidR="00580BF5" w:rsidRPr="00D23244" w:rsidRDefault="00D23244" w:rsidP="0040437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 xml:space="preserve">Provedení opravy </w:t>
            </w:r>
            <w:r w:rsidR="0040437E">
              <w:t>EOV – zemní práce, pokládka kabelů</w:t>
            </w:r>
          </w:p>
        </w:tc>
        <w:tc>
          <w:tcPr>
            <w:tcW w:w="1694" w:type="dxa"/>
          </w:tcPr>
          <w:p w14:paraId="66AA44B0" w14:textId="6DBE3032" w:rsidR="00580BF5" w:rsidRPr="00D23244" w:rsidRDefault="00D2324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3F34AD7C" w:rsidR="00580BF5" w:rsidRPr="00D23244" w:rsidRDefault="00D23244" w:rsidP="0040437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Předpoklad </w:t>
            </w:r>
            <w:r w:rsidR="0040437E">
              <w:rPr>
                <w:sz w:val="14"/>
              </w:rPr>
              <w:t>srpen</w:t>
            </w:r>
            <w:r w:rsidRPr="00D23244">
              <w:rPr>
                <w:sz w:val="14"/>
              </w:rPr>
              <w:t xml:space="preserve"> – </w:t>
            </w:r>
            <w:r w:rsidR="0040437E">
              <w:rPr>
                <w:sz w:val="14"/>
              </w:rPr>
              <w:t>září</w:t>
            </w:r>
            <w:r w:rsidRPr="00D23244">
              <w:rPr>
                <w:sz w:val="14"/>
              </w:rPr>
              <w:t xml:space="preserve"> 2023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77777777" w:rsidR="00580BF5" w:rsidRPr="00D23244" w:rsidRDefault="00580BF5" w:rsidP="00580BF5">
            <w:pPr>
              <w:pStyle w:val="Tabulka-7"/>
            </w:pPr>
            <w:r w:rsidRPr="00D23244">
              <w:lastRenderedPageBreak/>
              <w:t>3. Stavební postup / Etapa</w:t>
            </w:r>
          </w:p>
        </w:tc>
        <w:tc>
          <w:tcPr>
            <w:tcW w:w="3073" w:type="dxa"/>
          </w:tcPr>
          <w:p w14:paraId="0A6D9C8C" w14:textId="76CEF829" w:rsidR="00580BF5" w:rsidRPr="00D23244" w:rsidRDefault="00D82DAA" w:rsidP="0040437E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C3419">
              <w:t xml:space="preserve">Provedení opravy </w:t>
            </w:r>
            <w:r w:rsidR="0040437E">
              <w:t>EOV</w:t>
            </w:r>
            <w:r w:rsidRPr="005C3419">
              <w:t xml:space="preserve"> – montáž </w:t>
            </w:r>
            <w:proofErr w:type="gramStart"/>
            <w:r w:rsidR="0040437E">
              <w:t>tyčí</w:t>
            </w:r>
            <w:proofErr w:type="gramEnd"/>
            <w:r w:rsidR="0040437E">
              <w:t xml:space="preserve"> EOV</w:t>
            </w:r>
            <w:r>
              <w:t>,</w:t>
            </w:r>
            <w:r w:rsidRPr="005C3419">
              <w:t xml:space="preserve"> </w:t>
            </w:r>
            <w:r>
              <w:t>rozvaděče, diagnostický systém</w:t>
            </w:r>
          </w:p>
        </w:tc>
        <w:tc>
          <w:tcPr>
            <w:tcW w:w="1694" w:type="dxa"/>
          </w:tcPr>
          <w:p w14:paraId="2A1B528B" w14:textId="00E1CA4E" w:rsidR="00580BF5" w:rsidRPr="00D23244" w:rsidRDefault="00D23244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16158054" w:rsidR="00580BF5" w:rsidRPr="00D23244" w:rsidRDefault="00D23244" w:rsidP="0040437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Předpoklad </w:t>
            </w:r>
            <w:r w:rsidR="0040437E">
              <w:rPr>
                <w:sz w:val="14"/>
              </w:rPr>
              <w:t xml:space="preserve">říjen </w:t>
            </w:r>
            <w:r w:rsidRPr="00D23244">
              <w:rPr>
                <w:sz w:val="14"/>
              </w:rPr>
              <w:t>2023</w:t>
            </w:r>
          </w:p>
        </w:tc>
      </w:tr>
      <w:tr w:rsidR="00580BF5" w:rsidRPr="00404F88" w14:paraId="3851B7D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D2A9A45" w14:textId="77777777" w:rsidR="00580BF5" w:rsidRPr="00D23244" w:rsidRDefault="00580BF5" w:rsidP="00580BF5">
            <w:pPr>
              <w:pStyle w:val="Tabulka-7"/>
            </w:pPr>
            <w:r w:rsidRPr="00D23244">
              <w:t>Dokončení stavebních prací</w:t>
            </w:r>
          </w:p>
        </w:tc>
        <w:tc>
          <w:tcPr>
            <w:tcW w:w="3073" w:type="dxa"/>
          </w:tcPr>
          <w:p w14:paraId="566D0A67" w14:textId="77777777" w:rsidR="00580BF5" w:rsidRPr="00D23244" w:rsidDel="00055752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</w:tcPr>
          <w:p w14:paraId="3034FA3E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7B70FAC8" w14:textId="6634D2BC" w:rsidR="00580BF5" w:rsidRPr="00D23244" w:rsidRDefault="008B4F46" w:rsidP="0040437E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 w:rsidR="0040437E">
              <w:rPr>
                <w:sz w:val="14"/>
              </w:rPr>
              <w:t>3</w:t>
            </w:r>
            <w:r w:rsidR="00D23244" w:rsidRPr="00D23244">
              <w:rPr>
                <w:sz w:val="14"/>
              </w:rPr>
              <w:t xml:space="preserve"> </w:t>
            </w:r>
            <w:r w:rsidRPr="00D23244">
              <w:rPr>
                <w:sz w:val="14"/>
              </w:rPr>
              <w:t>měsíců ode dne zahájení stavby</w:t>
            </w:r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D23244" w:rsidRDefault="00580BF5" w:rsidP="00580BF5">
            <w:pPr>
              <w:pStyle w:val="Tabulka-7"/>
            </w:pPr>
          </w:p>
        </w:tc>
        <w:tc>
          <w:tcPr>
            <w:tcW w:w="3073" w:type="dxa"/>
          </w:tcPr>
          <w:p w14:paraId="65395B6F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244">
              <w:t>Dokončení Díla</w:t>
            </w:r>
          </w:p>
        </w:tc>
        <w:tc>
          <w:tcPr>
            <w:tcW w:w="1694" w:type="dxa"/>
          </w:tcPr>
          <w:p w14:paraId="6475AD07" w14:textId="77777777" w:rsidR="00580BF5" w:rsidRPr="00D23244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380D828C" w:rsidR="00580BF5" w:rsidRPr="00D23244" w:rsidRDefault="008B4F46" w:rsidP="005E3F12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 w:rsidRPr="00D23244">
              <w:rPr>
                <w:sz w:val="14"/>
              </w:rPr>
              <w:t xml:space="preserve">do </w:t>
            </w:r>
            <w:r w:rsidR="005E3F12">
              <w:rPr>
                <w:sz w:val="14"/>
              </w:rPr>
              <w:t>4</w:t>
            </w:r>
            <w:r w:rsidR="00D23244" w:rsidRPr="00D23244">
              <w:rPr>
                <w:sz w:val="14"/>
              </w:rPr>
              <w:t xml:space="preserve"> </w:t>
            </w:r>
            <w:r w:rsidRPr="00D23244">
              <w:rPr>
                <w:sz w:val="14"/>
              </w:rPr>
              <w:t>měsíců ode dne zahájení stavby</w:t>
            </w:r>
          </w:p>
        </w:tc>
      </w:tr>
    </w:tbl>
    <w:p w14:paraId="3433DF18" w14:textId="77777777" w:rsidR="00DF7BAA" w:rsidRDefault="00DF7BAA" w:rsidP="00DF7BAA">
      <w:pPr>
        <w:pStyle w:val="Nadpis2-1"/>
      </w:pPr>
      <w:bookmarkStart w:id="48" w:name="_Toc6410461"/>
      <w:bookmarkStart w:id="49" w:name="_Toc136588741"/>
      <w:r w:rsidRPr="00EC2E51">
        <w:t>SOUVISEJÍCÍ</w:t>
      </w:r>
      <w:r>
        <w:t xml:space="preserve"> DOKUMENTY A PŘEDPISY</w:t>
      </w:r>
      <w:bookmarkEnd w:id="48"/>
      <w:bookmarkEnd w:id="49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</w:t>
      </w:r>
      <w:proofErr w:type="spellStart"/>
      <w:r w:rsidRPr="009B5292">
        <w:rPr>
          <w:spacing w:val="2"/>
        </w:rPr>
        <w:t>predpisy</w:t>
      </w:r>
      <w:proofErr w:type="spellEnd"/>
      <w:r w:rsidRPr="009B5292">
        <w:rPr>
          <w:spacing w:val="2"/>
        </w:rPr>
        <w:t>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4291979B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D05B19">
        <w:rPr>
          <w:rStyle w:val="Tun"/>
        </w:rPr>
        <w:t>chniky</w:t>
      </w:r>
      <w:r>
        <w:rPr>
          <w:rStyle w:val="Tun"/>
        </w:rPr>
        <w:t xml:space="preserve"> a diagnostiky</w:t>
      </w:r>
    </w:p>
    <w:p w14:paraId="36908147" w14:textId="3187162D" w:rsidR="00EF61C8" w:rsidRPr="00E85446" w:rsidRDefault="001E0774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Odbor servisních služeb</w:t>
      </w:r>
      <w:r w:rsidR="00EF61C8">
        <w:rPr>
          <w:rStyle w:val="Tun"/>
        </w:rPr>
        <w:t>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199FDAEA" w14:textId="77777777" w:rsidR="00DF7BAA" w:rsidRPr="00D23244" w:rsidRDefault="00DF7BAA" w:rsidP="00DF7BAA">
      <w:pPr>
        <w:pStyle w:val="Nadpis2-1"/>
      </w:pPr>
      <w:bookmarkStart w:id="50" w:name="_Toc6410462"/>
      <w:bookmarkStart w:id="51" w:name="_Toc136588742"/>
      <w:r w:rsidRPr="00D23244">
        <w:t>PŘÍLOHY</w:t>
      </w:r>
      <w:bookmarkEnd w:id="50"/>
      <w:bookmarkEnd w:id="51"/>
    </w:p>
    <w:p w14:paraId="520CC0CC" w14:textId="042BF1F7" w:rsidR="00F66DA9" w:rsidRPr="00D23244" w:rsidRDefault="00D23244" w:rsidP="00F66DA9">
      <w:pPr>
        <w:pStyle w:val="Text2-1"/>
      </w:pPr>
      <w:r w:rsidRPr="00D23244">
        <w:t>N</w:t>
      </w:r>
      <w:r w:rsidR="001E0774">
        <w:t xml:space="preserve">eobsazeno. </w:t>
      </w:r>
    </w:p>
    <w:p w14:paraId="241F985A" w14:textId="77777777" w:rsidR="00DF7BAA" w:rsidRPr="00DF7BAA" w:rsidRDefault="00DF7BAA" w:rsidP="00264D52">
      <w:pPr>
        <w:pStyle w:val="Textbezodsazen"/>
      </w:pPr>
    </w:p>
    <w:bookmarkEnd w:id="5"/>
    <w:bookmarkEnd w:id="6"/>
    <w:bookmarkEnd w:id="7"/>
    <w:bookmarkEnd w:id="8"/>
    <w:bookmarkEnd w:id="9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2F134" w14:textId="77777777" w:rsidR="002E01B8" w:rsidRDefault="002E01B8" w:rsidP="00962258">
      <w:pPr>
        <w:spacing w:after="0" w:line="240" w:lineRule="auto"/>
      </w:pPr>
      <w:r>
        <w:separator/>
      </w:r>
    </w:p>
  </w:endnote>
  <w:endnote w:type="continuationSeparator" w:id="0">
    <w:p w14:paraId="6C2CAAC1" w14:textId="77777777" w:rsidR="002E01B8" w:rsidRDefault="002E01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2939DD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4BE31BB2" w:rsidR="002939DD" w:rsidRPr="00B8518B" w:rsidRDefault="002939DD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7C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7C2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B9FEF07" w14:textId="77777777" w:rsidR="005F427D" w:rsidRDefault="005F427D" w:rsidP="003462EB">
          <w:pPr>
            <w:pStyle w:val="Zpatvlevo"/>
          </w:pPr>
        </w:p>
        <w:p w14:paraId="71C51FCD" w14:textId="77777777" w:rsidR="005F427D" w:rsidRDefault="005F427D" w:rsidP="003462EB">
          <w:pPr>
            <w:pStyle w:val="Zpatvlevo"/>
          </w:pPr>
          <w:sdt>
            <w:sdtPr>
              <w:alias w:val="Název akce - Vypsat pole, přenese se do zápatí"/>
              <w:tag w:val="Název akce"/>
              <w:id w:val="-1095695739"/>
              <w:placeholder>
                <w:docPart w:val="5A93EF3BB935408D8F1F5717EAACF4B1"/>
              </w:placeholder>
              <w:text w:multiLine="1"/>
            </w:sdtPr>
            <w:sdtContent>
              <w:r w:rsidRPr="007D27F2">
                <w:t xml:space="preserve">Oprava EOV v </w:t>
              </w:r>
              <w:proofErr w:type="spellStart"/>
              <w:r w:rsidRPr="007D27F2">
                <w:t>žst</w:t>
              </w:r>
              <w:proofErr w:type="spellEnd"/>
              <w:r w:rsidRPr="007D27F2">
                <w:t>. Dětřichov nad Bystřicí</w:t>
              </w:r>
            </w:sdtContent>
          </w:sdt>
          <w:r>
            <w:t xml:space="preserve"> </w:t>
          </w:r>
        </w:p>
        <w:p w14:paraId="7FFFE8AC" w14:textId="6C5AC85A" w:rsidR="002939DD" w:rsidRDefault="002939DD" w:rsidP="003462EB">
          <w:pPr>
            <w:pStyle w:val="Zpatvlevo"/>
          </w:pPr>
          <w:r>
            <w:t>Příloha č. 2 b)</w:t>
          </w:r>
          <w:r w:rsidRPr="003462EB">
            <w:t xml:space="preserve"> </w:t>
          </w:r>
        </w:p>
        <w:p w14:paraId="178E0553" w14:textId="1B37D375" w:rsidR="002939DD" w:rsidRPr="003462EB" w:rsidRDefault="002939DD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</w:tr>
  </w:tbl>
  <w:p w14:paraId="422A1078" w14:textId="77777777" w:rsidR="002939DD" w:rsidRPr="00614E71" w:rsidRDefault="002939DD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2939DD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41D4C2F5" w14:textId="77777777" w:rsidR="005F427D" w:rsidRDefault="005F427D" w:rsidP="003B111D">
          <w:pPr>
            <w:pStyle w:val="Zpatvpravo"/>
          </w:pPr>
          <w:sdt>
            <w:sdtPr>
              <w:alias w:val="Název akce - Vypsat pole, přenese se do zápatí"/>
              <w:tag w:val="Název akce"/>
              <w:id w:val="763890384"/>
              <w:placeholder>
                <w:docPart w:val="C9E9AC3921C240129552F683F1697301"/>
              </w:placeholder>
              <w:text w:multiLine="1"/>
            </w:sdtPr>
            <w:sdtContent>
              <w:r w:rsidRPr="007D27F2">
                <w:t xml:space="preserve">Oprava EOV v </w:t>
              </w:r>
              <w:proofErr w:type="spellStart"/>
              <w:r w:rsidRPr="007D27F2">
                <w:t>žst</w:t>
              </w:r>
              <w:proofErr w:type="spellEnd"/>
              <w:r w:rsidRPr="007D27F2">
                <w:t>. Dětřichov nad Bystřicí</w:t>
              </w:r>
            </w:sdtContent>
          </w:sdt>
          <w:r>
            <w:t xml:space="preserve"> </w:t>
          </w:r>
        </w:p>
        <w:p w14:paraId="7B4693AA" w14:textId="31771E5E" w:rsidR="002939DD" w:rsidRDefault="002939DD" w:rsidP="003B111D">
          <w:pPr>
            <w:pStyle w:val="Zpatvpravo"/>
          </w:pPr>
          <w:r>
            <w:t>Příloha č. 2 b)</w:t>
          </w:r>
        </w:p>
        <w:p w14:paraId="5D9BD160" w14:textId="3081E1ED" w:rsidR="002939DD" w:rsidRPr="003462EB" w:rsidRDefault="002939DD" w:rsidP="00517E55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/ v. 06022023 </w:t>
          </w:r>
        </w:p>
      </w:tc>
      <w:tc>
        <w:tcPr>
          <w:tcW w:w="935" w:type="dxa"/>
          <w:vAlign w:val="bottom"/>
        </w:tcPr>
        <w:p w14:paraId="3DBC2A04" w14:textId="3ABC9ED6" w:rsidR="002939DD" w:rsidRPr="009E09BE" w:rsidRDefault="002939DD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047C2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047C2">
            <w:rPr>
              <w:rStyle w:val="slostrnky"/>
              <w:noProof/>
            </w:rPr>
            <w:t>14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2939DD" w:rsidRPr="00B8518B" w:rsidRDefault="002939DD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CBB3" w14:textId="77777777" w:rsidR="002939DD" w:rsidRPr="00B8518B" w:rsidRDefault="002939DD" w:rsidP="00460660">
    <w:pPr>
      <w:pStyle w:val="Zpat"/>
      <w:rPr>
        <w:sz w:val="2"/>
        <w:szCs w:val="2"/>
      </w:rPr>
    </w:pPr>
  </w:p>
  <w:p w14:paraId="53F277EE" w14:textId="77777777" w:rsidR="002939DD" w:rsidRDefault="002939DD" w:rsidP="00757290">
    <w:pPr>
      <w:pStyle w:val="Zpatvlevo"/>
      <w:rPr>
        <w:rFonts w:cs="Calibri"/>
        <w:szCs w:val="12"/>
      </w:rPr>
    </w:pPr>
  </w:p>
  <w:p w14:paraId="17EFC080" w14:textId="77777777" w:rsidR="002939DD" w:rsidRPr="00460660" w:rsidRDefault="002939DD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25C7" w14:textId="77777777" w:rsidR="002E01B8" w:rsidRDefault="002E01B8" w:rsidP="00962258">
      <w:pPr>
        <w:spacing w:after="0" w:line="240" w:lineRule="auto"/>
      </w:pPr>
      <w:r>
        <w:separator/>
      </w:r>
    </w:p>
  </w:footnote>
  <w:footnote w:type="continuationSeparator" w:id="0">
    <w:p w14:paraId="73978E1B" w14:textId="77777777" w:rsidR="002E01B8" w:rsidRDefault="002E01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2939DD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2939DD" w:rsidRPr="00B8518B" w:rsidRDefault="002939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2939DD" w:rsidRDefault="002939DD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2939DD" w:rsidRPr="00D6163D" w:rsidRDefault="002939DD" w:rsidP="00FC6389">
          <w:pPr>
            <w:pStyle w:val="Druhdokumentu"/>
          </w:pPr>
        </w:p>
      </w:tc>
    </w:tr>
    <w:tr w:rsidR="002939DD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2939DD" w:rsidRPr="00B8518B" w:rsidRDefault="002939DD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2939DD" w:rsidRDefault="002939DD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2939DD" w:rsidRPr="00D6163D" w:rsidRDefault="002939DD" w:rsidP="00FC6389">
          <w:pPr>
            <w:pStyle w:val="Druhdokumentu"/>
          </w:pPr>
        </w:p>
      </w:tc>
    </w:tr>
  </w:tbl>
  <w:p w14:paraId="53E85CAA" w14:textId="77777777" w:rsidR="002939DD" w:rsidRPr="00D6163D" w:rsidRDefault="002939DD" w:rsidP="00FC6389">
    <w:pPr>
      <w:pStyle w:val="Zhlav"/>
      <w:rPr>
        <w:sz w:val="8"/>
        <w:szCs w:val="8"/>
      </w:rPr>
    </w:pPr>
  </w:p>
  <w:p w14:paraId="1437D3AE" w14:textId="77777777" w:rsidR="002939DD" w:rsidRPr="00460660" w:rsidRDefault="002939DD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A70FF1"/>
    <w:multiLevelType w:val="hybridMultilevel"/>
    <w:tmpl w:val="A3D49FD2"/>
    <w:lvl w:ilvl="0" w:tplc="00B0DB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904A1"/>
    <w:multiLevelType w:val="hybridMultilevel"/>
    <w:tmpl w:val="967ED14E"/>
    <w:lvl w:ilvl="0" w:tplc="2F4A9798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1582512B"/>
    <w:multiLevelType w:val="multilevel"/>
    <w:tmpl w:val="A9F0F978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  <w:color w:val="auto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5076"/>
        </w:tabs>
        <w:ind w:left="5076" w:hanging="964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EA227E8"/>
    <w:multiLevelType w:val="hybridMultilevel"/>
    <w:tmpl w:val="5A2E02AA"/>
    <w:lvl w:ilvl="0" w:tplc="CE8090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6886716">
    <w:abstractNumId w:val="8"/>
  </w:num>
  <w:num w:numId="2" w16cid:durableId="1248727471">
    <w:abstractNumId w:val="6"/>
  </w:num>
  <w:num w:numId="3" w16cid:durableId="283079666">
    <w:abstractNumId w:val="4"/>
  </w:num>
  <w:num w:numId="4" w16cid:durableId="2003508025">
    <w:abstractNumId w:val="9"/>
  </w:num>
  <w:num w:numId="5" w16cid:durableId="1235892889">
    <w:abstractNumId w:val="11"/>
  </w:num>
  <w:num w:numId="6" w16cid:durableId="541138363">
    <w:abstractNumId w:val="5"/>
  </w:num>
  <w:num w:numId="7" w16cid:durableId="97884698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4298968">
    <w:abstractNumId w:val="15"/>
  </w:num>
  <w:num w:numId="9" w16cid:durableId="94328917">
    <w:abstractNumId w:val="0"/>
  </w:num>
  <w:num w:numId="10" w16cid:durableId="1712218956">
    <w:abstractNumId w:val="9"/>
  </w:num>
  <w:num w:numId="11" w16cid:durableId="2107386284">
    <w:abstractNumId w:val="11"/>
  </w:num>
  <w:num w:numId="12" w16cid:durableId="1412459942">
    <w:abstractNumId w:val="14"/>
  </w:num>
  <w:num w:numId="13" w16cid:durableId="251623489">
    <w:abstractNumId w:val="3"/>
  </w:num>
  <w:num w:numId="14" w16cid:durableId="389228052">
    <w:abstractNumId w:val="5"/>
  </w:num>
  <w:num w:numId="15" w16cid:durableId="249971899">
    <w:abstractNumId w:val="15"/>
  </w:num>
  <w:num w:numId="16" w16cid:durableId="1221749492">
    <w:abstractNumId w:val="7"/>
  </w:num>
  <w:num w:numId="17" w16cid:durableId="297732443">
    <w:abstractNumId w:val="10"/>
  </w:num>
  <w:num w:numId="18" w16cid:durableId="662321243">
    <w:abstractNumId w:val="2"/>
  </w:num>
  <w:num w:numId="19" w16cid:durableId="2134902208">
    <w:abstractNumId w:val="5"/>
  </w:num>
  <w:num w:numId="20" w16cid:durableId="1576210531">
    <w:abstractNumId w:val="5"/>
  </w:num>
  <w:num w:numId="21" w16cid:durableId="3356975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65063436">
    <w:abstractNumId w:val="13"/>
  </w:num>
  <w:num w:numId="23" w16cid:durableId="1905213745">
    <w:abstractNumId w:val="5"/>
  </w:num>
  <w:num w:numId="24" w16cid:durableId="1883976568">
    <w:abstractNumId w:val="5"/>
  </w:num>
  <w:num w:numId="25" w16cid:durableId="1308392536">
    <w:abstractNumId w:val="12"/>
  </w:num>
  <w:num w:numId="26" w16cid:durableId="821315892">
    <w:abstractNumId w:val="5"/>
  </w:num>
  <w:num w:numId="27" w16cid:durableId="1288194283">
    <w:abstractNumId w:val="5"/>
  </w:num>
  <w:num w:numId="28" w16cid:durableId="186722765">
    <w:abstractNumId w:val="5"/>
  </w:num>
  <w:num w:numId="29" w16cid:durableId="647902547">
    <w:abstractNumId w:val="1"/>
  </w:num>
  <w:num w:numId="30" w16cid:durableId="872813260">
    <w:abstractNumId w:val="5"/>
  </w:num>
  <w:num w:numId="31" w16cid:durableId="322010369">
    <w:abstractNumId w:val="5"/>
  </w:num>
  <w:num w:numId="32" w16cid:durableId="1159612050">
    <w:abstractNumId w:val="5"/>
  </w:num>
  <w:num w:numId="33" w16cid:durableId="539246600">
    <w:abstractNumId w:val="5"/>
  </w:num>
  <w:num w:numId="34" w16cid:durableId="276258750">
    <w:abstractNumId w:val="5"/>
  </w:num>
  <w:num w:numId="35" w16cid:durableId="203837847">
    <w:abstractNumId w:val="5"/>
  </w:num>
  <w:num w:numId="36" w16cid:durableId="146896456">
    <w:abstractNumId w:val="5"/>
  </w:num>
  <w:num w:numId="37" w16cid:durableId="700322842">
    <w:abstractNumId w:val="5"/>
  </w:num>
  <w:num w:numId="38" w16cid:durableId="253586438">
    <w:abstractNumId w:val="5"/>
  </w:num>
  <w:num w:numId="39" w16cid:durableId="51473677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68543451">
    <w:abstractNumId w:val="5"/>
  </w:num>
  <w:num w:numId="41" w16cid:durableId="8691435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12076245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E6B"/>
    <w:rsid w:val="00016F90"/>
    <w:rsid w:val="0001744E"/>
    <w:rsid w:val="00017F3C"/>
    <w:rsid w:val="00021D3A"/>
    <w:rsid w:val="0002279D"/>
    <w:rsid w:val="00022F77"/>
    <w:rsid w:val="00022FA5"/>
    <w:rsid w:val="00024EF0"/>
    <w:rsid w:val="000258E6"/>
    <w:rsid w:val="0002642A"/>
    <w:rsid w:val="00031D7C"/>
    <w:rsid w:val="000328BC"/>
    <w:rsid w:val="000342CE"/>
    <w:rsid w:val="00035570"/>
    <w:rsid w:val="00041EC8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F48"/>
    <w:rsid w:val="00075675"/>
    <w:rsid w:val="000768BE"/>
    <w:rsid w:val="00076B14"/>
    <w:rsid w:val="0008461A"/>
    <w:rsid w:val="00084FD5"/>
    <w:rsid w:val="00090AFB"/>
    <w:rsid w:val="0009384F"/>
    <w:rsid w:val="0009438C"/>
    <w:rsid w:val="000A0346"/>
    <w:rsid w:val="000A03B8"/>
    <w:rsid w:val="000A0779"/>
    <w:rsid w:val="000A0DC8"/>
    <w:rsid w:val="000A2B28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1D6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3391B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0774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118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65F9C"/>
    <w:rsid w:val="002723B9"/>
    <w:rsid w:val="0027422E"/>
    <w:rsid w:val="00274BE5"/>
    <w:rsid w:val="00276AFE"/>
    <w:rsid w:val="00286B2D"/>
    <w:rsid w:val="00287EA4"/>
    <w:rsid w:val="0029043F"/>
    <w:rsid w:val="002939DD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1B8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72CE"/>
    <w:rsid w:val="003B0494"/>
    <w:rsid w:val="003B0E7F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37E"/>
    <w:rsid w:val="00404F88"/>
    <w:rsid w:val="004078F3"/>
    <w:rsid w:val="00410C44"/>
    <w:rsid w:val="00412D61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67430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5B8"/>
    <w:rsid w:val="00495F4B"/>
    <w:rsid w:val="00497800"/>
    <w:rsid w:val="004A503B"/>
    <w:rsid w:val="004A7B99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0F56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7E55"/>
    <w:rsid w:val="005220AF"/>
    <w:rsid w:val="00523BB5"/>
    <w:rsid w:val="00523EA7"/>
    <w:rsid w:val="00524520"/>
    <w:rsid w:val="00525187"/>
    <w:rsid w:val="00525C0C"/>
    <w:rsid w:val="0052615C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0664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742A"/>
    <w:rsid w:val="00587CA4"/>
    <w:rsid w:val="00590B8A"/>
    <w:rsid w:val="005925C7"/>
    <w:rsid w:val="00594BB4"/>
    <w:rsid w:val="005A0FEE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36A"/>
    <w:rsid w:val="005D3619"/>
    <w:rsid w:val="005D385D"/>
    <w:rsid w:val="005D3C39"/>
    <w:rsid w:val="005D7706"/>
    <w:rsid w:val="005E0049"/>
    <w:rsid w:val="005E1267"/>
    <w:rsid w:val="005E2503"/>
    <w:rsid w:val="005E3F12"/>
    <w:rsid w:val="005F0383"/>
    <w:rsid w:val="005F427D"/>
    <w:rsid w:val="005F63AC"/>
    <w:rsid w:val="0060019A"/>
    <w:rsid w:val="00601A8C"/>
    <w:rsid w:val="0060289C"/>
    <w:rsid w:val="00602AFF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11F1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65F6C"/>
    <w:rsid w:val="00672F4D"/>
    <w:rsid w:val="006776B6"/>
    <w:rsid w:val="00680384"/>
    <w:rsid w:val="00686559"/>
    <w:rsid w:val="00687579"/>
    <w:rsid w:val="0069136C"/>
    <w:rsid w:val="00693150"/>
    <w:rsid w:val="006972D4"/>
    <w:rsid w:val="00697FB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2BEB"/>
    <w:rsid w:val="00723ED1"/>
    <w:rsid w:val="00724411"/>
    <w:rsid w:val="007254C4"/>
    <w:rsid w:val="0072657E"/>
    <w:rsid w:val="00732944"/>
    <w:rsid w:val="00732A80"/>
    <w:rsid w:val="00733263"/>
    <w:rsid w:val="00733AD8"/>
    <w:rsid w:val="007345FE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4647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066D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27F2"/>
    <w:rsid w:val="007D41FF"/>
    <w:rsid w:val="007D7510"/>
    <w:rsid w:val="007E0E61"/>
    <w:rsid w:val="007E402F"/>
    <w:rsid w:val="007E4A6E"/>
    <w:rsid w:val="007E7F10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0FD"/>
    <w:rsid w:val="00817499"/>
    <w:rsid w:val="00817D8E"/>
    <w:rsid w:val="00821712"/>
    <w:rsid w:val="00821D01"/>
    <w:rsid w:val="00824893"/>
    <w:rsid w:val="00826B7B"/>
    <w:rsid w:val="008311E7"/>
    <w:rsid w:val="0083158B"/>
    <w:rsid w:val="0083197D"/>
    <w:rsid w:val="00831E0F"/>
    <w:rsid w:val="00833AC0"/>
    <w:rsid w:val="00834146"/>
    <w:rsid w:val="00840EA1"/>
    <w:rsid w:val="00846789"/>
    <w:rsid w:val="00854B3C"/>
    <w:rsid w:val="00855188"/>
    <w:rsid w:val="008579F7"/>
    <w:rsid w:val="00857CC5"/>
    <w:rsid w:val="00860F4E"/>
    <w:rsid w:val="00865541"/>
    <w:rsid w:val="00865F5F"/>
    <w:rsid w:val="00872C00"/>
    <w:rsid w:val="00877EEA"/>
    <w:rsid w:val="0088200B"/>
    <w:rsid w:val="00887F36"/>
    <w:rsid w:val="00890A4F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B40"/>
    <w:rsid w:val="008B391B"/>
    <w:rsid w:val="008B4F46"/>
    <w:rsid w:val="008C24A8"/>
    <w:rsid w:val="008C3B2B"/>
    <w:rsid w:val="008C3E94"/>
    <w:rsid w:val="008C4EA5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1D06"/>
    <w:rsid w:val="008E20E1"/>
    <w:rsid w:val="008E54C8"/>
    <w:rsid w:val="008F0628"/>
    <w:rsid w:val="008F18D6"/>
    <w:rsid w:val="008F1E28"/>
    <w:rsid w:val="008F2C9B"/>
    <w:rsid w:val="008F6AC2"/>
    <w:rsid w:val="008F797B"/>
    <w:rsid w:val="0090019A"/>
    <w:rsid w:val="00904780"/>
    <w:rsid w:val="009048B2"/>
    <w:rsid w:val="00904CC9"/>
    <w:rsid w:val="00906060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58DC"/>
    <w:rsid w:val="00936091"/>
    <w:rsid w:val="00936D2A"/>
    <w:rsid w:val="00940734"/>
    <w:rsid w:val="00940D8A"/>
    <w:rsid w:val="00950260"/>
    <w:rsid w:val="00950944"/>
    <w:rsid w:val="00952596"/>
    <w:rsid w:val="00953A4A"/>
    <w:rsid w:val="00953E37"/>
    <w:rsid w:val="00957F1F"/>
    <w:rsid w:val="00962258"/>
    <w:rsid w:val="009625F2"/>
    <w:rsid w:val="009667B1"/>
    <w:rsid w:val="00967398"/>
    <w:rsid w:val="009678B7"/>
    <w:rsid w:val="00971457"/>
    <w:rsid w:val="009717F1"/>
    <w:rsid w:val="0097239D"/>
    <w:rsid w:val="009774EB"/>
    <w:rsid w:val="00980EEF"/>
    <w:rsid w:val="00981A8E"/>
    <w:rsid w:val="0099003A"/>
    <w:rsid w:val="009903C3"/>
    <w:rsid w:val="009920E1"/>
    <w:rsid w:val="00992D9C"/>
    <w:rsid w:val="00992FC6"/>
    <w:rsid w:val="00996CB8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485F"/>
    <w:rsid w:val="009F52B4"/>
    <w:rsid w:val="009F53C5"/>
    <w:rsid w:val="009F69FE"/>
    <w:rsid w:val="00A04D7F"/>
    <w:rsid w:val="00A07078"/>
    <w:rsid w:val="00A0740E"/>
    <w:rsid w:val="00A10D37"/>
    <w:rsid w:val="00A16611"/>
    <w:rsid w:val="00A16D53"/>
    <w:rsid w:val="00A21638"/>
    <w:rsid w:val="00A23726"/>
    <w:rsid w:val="00A23CD5"/>
    <w:rsid w:val="00A34447"/>
    <w:rsid w:val="00A4050F"/>
    <w:rsid w:val="00A4091B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1C5A"/>
    <w:rsid w:val="00AB4C63"/>
    <w:rsid w:val="00AB536D"/>
    <w:rsid w:val="00AC2AFF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33F6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179FE"/>
    <w:rsid w:val="00B22106"/>
    <w:rsid w:val="00B22892"/>
    <w:rsid w:val="00B26806"/>
    <w:rsid w:val="00B279F0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D30"/>
    <w:rsid w:val="00B6592C"/>
    <w:rsid w:val="00B75DE2"/>
    <w:rsid w:val="00B75EE1"/>
    <w:rsid w:val="00B77481"/>
    <w:rsid w:val="00B81CBE"/>
    <w:rsid w:val="00B84F18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7876"/>
    <w:rsid w:val="00BC0405"/>
    <w:rsid w:val="00BC06C4"/>
    <w:rsid w:val="00BC5413"/>
    <w:rsid w:val="00BC5635"/>
    <w:rsid w:val="00BC56A0"/>
    <w:rsid w:val="00BC5755"/>
    <w:rsid w:val="00BC62DD"/>
    <w:rsid w:val="00BC6856"/>
    <w:rsid w:val="00BC6CFB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981"/>
    <w:rsid w:val="00C226C0"/>
    <w:rsid w:val="00C22D8F"/>
    <w:rsid w:val="00C23FB5"/>
    <w:rsid w:val="00C24A6A"/>
    <w:rsid w:val="00C2573F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4259"/>
    <w:rsid w:val="00CB05FC"/>
    <w:rsid w:val="00CB2703"/>
    <w:rsid w:val="00CB3363"/>
    <w:rsid w:val="00CB4991"/>
    <w:rsid w:val="00CB4CF4"/>
    <w:rsid w:val="00CB6A37"/>
    <w:rsid w:val="00CB7501"/>
    <w:rsid w:val="00CB7684"/>
    <w:rsid w:val="00CC11FB"/>
    <w:rsid w:val="00CC2699"/>
    <w:rsid w:val="00CC7C8F"/>
    <w:rsid w:val="00CD1383"/>
    <w:rsid w:val="00CD1FC4"/>
    <w:rsid w:val="00CD54C3"/>
    <w:rsid w:val="00CE1C97"/>
    <w:rsid w:val="00CE2A6B"/>
    <w:rsid w:val="00CF034F"/>
    <w:rsid w:val="00CF2936"/>
    <w:rsid w:val="00D0273B"/>
    <w:rsid w:val="00D034A0"/>
    <w:rsid w:val="00D047C2"/>
    <w:rsid w:val="00D05B19"/>
    <w:rsid w:val="00D0732C"/>
    <w:rsid w:val="00D12130"/>
    <w:rsid w:val="00D12C76"/>
    <w:rsid w:val="00D1528F"/>
    <w:rsid w:val="00D173CC"/>
    <w:rsid w:val="00D21061"/>
    <w:rsid w:val="00D21543"/>
    <w:rsid w:val="00D21E77"/>
    <w:rsid w:val="00D23244"/>
    <w:rsid w:val="00D24AE7"/>
    <w:rsid w:val="00D271D7"/>
    <w:rsid w:val="00D322B7"/>
    <w:rsid w:val="00D33D4C"/>
    <w:rsid w:val="00D35AE8"/>
    <w:rsid w:val="00D4108E"/>
    <w:rsid w:val="00D4656A"/>
    <w:rsid w:val="00D47647"/>
    <w:rsid w:val="00D50388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2632"/>
    <w:rsid w:val="00D82DAA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1800"/>
    <w:rsid w:val="00DB2B1C"/>
    <w:rsid w:val="00DB333A"/>
    <w:rsid w:val="00DB5245"/>
    <w:rsid w:val="00DB5880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3D78"/>
    <w:rsid w:val="00DD46F3"/>
    <w:rsid w:val="00DD5E70"/>
    <w:rsid w:val="00DE3429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0BE4"/>
    <w:rsid w:val="00EA23AF"/>
    <w:rsid w:val="00EA69AC"/>
    <w:rsid w:val="00EA6A2E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02A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6EE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2B00"/>
    <w:rsid w:val="00F832AA"/>
    <w:rsid w:val="00F83AE6"/>
    <w:rsid w:val="00F84891"/>
    <w:rsid w:val="00F850D0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C6B75"/>
    <w:rsid w:val="00FD0503"/>
    <w:rsid w:val="00FD408D"/>
    <w:rsid w:val="00FD55A7"/>
    <w:rsid w:val="00FD5F18"/>
    <w:rsid w:val="00FE22C4"/>
    <w:rsid w:val="00FE5309"/>
    <w:rsid w:val="00FE5F22"/>
    <w:rsid w:val="00FE69DC"/>
    <w:rsid w:val="00FE6AEC"/>
    <w:rsid w:val="00FE6D68"/>
    <w:rsid w:val="00FE74F5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D05B19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4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5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5A93EF3BB935408D8F1F5717EAACF4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92818A-F504-48FD-B3A9-493EA344B47D}"/>
      </w:docPartPr>
      <w:docPartBody>
        <w:p w:rsidR="00000000" w:rsidRDefault="00257DD1" w:rsidP="00257DD1">
          <w:pPr>
            <w:pStyle w:val="5A93EF3BB935408D8F1F5717EAACF4B1"/>
          </w:pPr>
          <w:r w:rsidRPr="00D72F41">
            <w:rPr>
              <w:rStyle w:val="Zstupntext"/>
            </w:rPr>
            <w:t>Klikněte sem a zadejte text.</w:t>
          </w:r>
        </w:p>
      </w:docPartBody>
    </w:docPart>
    <w:docPart>
      <w:docPartPr>
        <w:name w:val="C9E9AC3921C240129552F683F16973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F60CB3-16B9-4E5A-BAC2-11806E2D4F59}"/>
      </w:docPartPr>
      <w:docPartBody>
        <w:p w:rsidR="00000000" w:rsidRDefault="00257DD1" w:rsidP="00257DD1">
          <w:pPr>
            <w:pStyle w:val="C9E9AC3921C240129552F683F1697301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53"/>
    <w:rsid w:val="00001D91"/>
    <w:rsid w:val="00043095"/>
    <w:rsid w:val="00082D50"/>
    <w:rsid w:val="00140EF8"/>
    <w:rsid w:val="00182DEA"/>
    <w:rsid w:val="001A0BDC"/>
    <w:rsid w:val="001F0177"/>
    <w:rsid w:val="00204520"/>
    <w:rsid w:val="0022554F"/>
    <w:rsid w:val="00256AC1"/>
    <w:rsid w:val="00257DD1"/>
    <w:rsid w:val="00290B97"/>
    <w:rsid w:val="002D74B9"/>
    <w:rsid w:val="002E448E"/>
    <w:rsid w:val="003D1CE3"/>
    <w:rsid w:val="004232B8"/>
    <w:rsid w:val="0048009A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30CC9"/>
    <w:rsid w:val="00B51284"/>
    <w:rsid w:val="00B642BC"/>
    <w:rsid w:val="00BF7EAF"/>
    <w:rsid w:val="00C363E4"/>
    <w:rsid w:val="00C4354E"/>
    <w:rsid w:val="00C710FC"/>
    <w:rsid w:val="00CF3DC6"/>
    <w:rsid w:val="00D60657"/>
    <w:rsid w:val="00DA36A4"/>
    <w:rsid w:val="00E94733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57DD1"/>
    <w:rPr>
      <w:color w:val="808080"/>
    </w:rPr>
  </w:style>
  <w:style w:type="paragraph" w:customStyle="1" w:styleId="AEEF0E51FF3443268007CA0255E7F1BD">
    <w:name w:val="AEEF0E51FF3443268007CA0255E7F1BD"/>
  </w:style>
  <w:style w:type="paragraph" w:customStyle="1" w:styleId="5A93EF3BB935408D8F1F5717EAACF4B1">
    <w:name w:val="5A93EF3BB935408D8F1F5717EAACF4B1"/>
    <w:rsid w:val="00257DD1"/>
    <w:rPr>
      <w:kern w:val="2"/>
      <w14:ligatures w14:val="standardContextual"/>
    </w:rPr>
  </w:style>
  <w:style w:type="paragraph" w:customStyle="1" w:styleId="097EB9506275404087419319A1215105">
    <w:name w:val="097EB9506275404087419319A1215105"/>
    <w:rsid w:val="00257DD1"/>
    <w:rPr>
      <w:kern w:val="2"/>
      <w14:ligatures w14:val="standardContextual"/>
    </w:rPr>
  </w:style>
  <w:style w:type="paragraph" w:customStyle="1" w:styleId="C9E9AC3921C240129552F683F1697301">
    <w:name w:val="C9E9AC3921C240129552F683F1697301"/>
    <w:rsid w:val="00257DD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A50C300-646E-4D59-BF02-153946A9D51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ZTP_R_VZOR_220830.dotx</Template>
  <TotalTime>648</TotalTime>
  <Pages>14</Pages>
  <Words>5559</Words>
  <Characters>32803</Characters>
  <Application>Microsoft Office Word</Application>
  <DocSecurity>0</DocSecurity>
  <Lines>273</Lines>
  <Paragraphs>76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38286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Jüttnerová Andrea, Mgr.</cp:lastModifiedBy>
  <cp:revision>31</cp:revision>
  <cp:lastPrinted>2023-02-06T13:26:00Z</cp:lastPrinted>
  <dcterms:created xsi:type="dcterms:W3CDTF">2023-02-06T09:20:00Z</dcterms:created>
  <dcterms:modified xsi:type="dcterms:W3CDTF">2023-07-13T12:15:00Z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